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F4C14B2">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0" w:name="_GoBack"/>
      <w:r>
        <w:rPr>
          <w:rFonts w:hint="eastAsia" w:ascii="黑体" w:hAnsi="楷体_GB2312" w:eastAsia="黑体" w:cs="黑体"/>
          <w:b/>
          <w:bCs/>
          <w:color w:val="000000" w:themeColor="text1"/>
          <w14:textFill>
            <w14:solidFill>
              <w14:schemeClr w14:val="tx1"/>
            </w14:solidFill>
          </w14:textFill>
        </w:rPr>
        <w:t>信银理财理财产品风险揭示书</w:t>
      </w:r>
    </w:p>
    <w:bookmarkEnd w:id="0"/>
    <w:p w14:paraId="24C2F06B">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658E072B">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14B5F5B5">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239FE89D">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48AB89EE">
      <w:pPr>
        <w:ind w:firstLine="480" w:firstLineChars="200"/>
        <w:jc w:val="both"/>
        <w:rPr>
          <w:rFonts w:ascii="楷体_GB2312" w:eastAsia="楷体_GB2312"/>
          <w:color w:val="000000" w:themeColor="text1"/>
          <w14:textFill>
            <w14:solidFill>
              <w14:schemeClr w14:val="tx1"/>
            </w14:solidFill>
          </w14:textFill>
        </w:rPr>
      </w:pPr>
    </w:p>
    <w:p w14:paraId="77D74075">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信银理财安盈象固收稳利日开51号理财产品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AF247188</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w:t>
      </w:r>
      <w:r>
        <w:rPr>
          <w:rFonts w:ascii="楷体_GB2312" w:hAnsi="Arial" w:eastAsia="楷体_GB2312" w:cs="楷体_GB2312"/>
          <w:color w:val="000000" w:themeColor="text1"/>
          <w14:textFill>
            <w14:solidFill>
              <w14:schemeClr w14:val="tx1"/>
            </w14:solidFill>
          </w14:textFill>
        </w:rPr>
        <w:t>R2</w:t>
      </w:r>
      <w:r>
        <w:rPr>
          <w:rFonts w:hint="eastAsia" w:ascii="楷体_GB2312" w:hAnsi="Arial" w:eastAsia="楷体_GB2312" w:cs="楷体_GB2312"/>
          <w:color w:val="000000" w:themeColor="text1"/>
          <w14:textFill>
            <w14:solidFill>
              <w14:schemeClr w14:val="tx1"/>
            </w14:solidFill>
          </w14:textFill>
        </w:rPr>
        <w:t>】，适合购买客户为风险承受能力为【稳健型】及以上的客户。【</w:t>
      </w:r>
      <w:r>
        <w:rPr>
          <w:rFonts w:hint="eastAsia" w:ascii="楷体_GB2312" w:hAnsi="Arial" w:eastAsia="楷体_GB2312"/>
          <w:color w:val="000000" w:themeColor="text1"/>
          <w14:textFill>
            <w14:solidFill>
              <w14:schemeClr w14:val="tx1"/>
            </w14:solidFill>
          </w14:textFill>
        </w:rPr>
        <w:t>固定收益类产品仅是按照投资性质分类，并非指收益固定或保本。】</w:t>
      </w:r>
    </w:p>
    <w:p w14:paraId="17D0AFE8">
      <w:pPr>
        <w:ind w:firstLine="480" w:firstLineChars="200"/>
        <w:jc w:val="both"/>
        <w:rPr>
          <w:rFonts w:ascii="楷体_GB2312" w:hAnsi="Arial" w:eastAsia="楷体_GB2312" w:cs="楷体_GB2312"/>
          <w:color w:val="000000" w:themeColor="text1"/>
          <w14:textFill>
            <w14:solidFill>
              <w14:schemeClr w14:val="tx1"/>
            </w14:solidFill>
          </w14:textFill>
        </w:rPr>
      </w:pPr>
    </w:p>
    <w:p w14:paraId="3BF9243C">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14:paraId="5FEFDA2D">
      <w:pPr>
        <w:ind w:firstLine="480" w:firstLineChars="200"/>
        <w:jc w:val="both"/>
        <w:rPr>
          <w:rFonts w:ascii="楷体_GB2312" w:hAnsi="Arial" w:eastAsia="楷体_GB2312"/>
          <w:color w:val="000000" w:themeColor="text1"/>
          <w14:textFill>
            <w14:solidFill>
              <w14:schemeClr w14:val="tx1"/>
            </w14:solidFill>
          </w14:textFill>
        </w:rPr>
      </w:pPr>
    </w:p>
    <w:p w14:paraId="0F91DC06">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14:paraId="69B28654">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14:paraId="00D82E8B">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007E3ECD">
      <w:pPr>
        <w:ind w:firstLine="482" w:firstLineChars="200"/>
        <w:jc w:val="both"/>
        <w:rPr>
          <w:rFonts w:ascii="黑体" w:hAnsi="黑体" w:eastAsia="黑体"/>
          <w:b/>
          <w:color w:val="000000" w:themeColor="text1"/>
          <w14:textFill>
            <w14:solidFill>
              <w14:schemeClr w14:val="tx1"/>
            </w14:solidFill>
          </w14:textFill>
        </w:rPr>
      </w:pPr>
    </w:p>
    <w:p w14:paraId="063BE9B6">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4381A2AD">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5F4A90D9">
      <w:pPr>
        <w:jc w:val="right"/>
        <w:rPr>
          <w:rFonts w:ascii="楷体_GB2312" w:eastAsia="楷体_GB2312"/>
          <w:color w:val="000000" w:themeColor="text1"/>
          <w14:textFill>
            <w14:solidFill>
              <w14:schemeClr w14:val="tx1"/>
            </w14:solidFill>
          </w14:textFill>
        </w:rPr>
      </w:pPr>
    </w:p>
    <w:p w14:paraId="4AA3B8F0">
      <w:pPr>
        <w:rPr>
          <w:rFonts w:ascii="楷体_GB2312" w:hAnsi="Arial" w:eastAsia="楷体_GB2312" w:cs="楷体_GB2312"/>
          <w:b/>
          <w:bCs/>
          <w:color w:val="000000" w:themeColor="text1"/>
          <w:u w:val="single"/>
          <w14:textFill>
            <w14:solidFill>
              <w14:schemeClr w14:val="tx1"/>
            </w14:solidFill>
          </w14:textFill>
        </w:rPr>
      </w:pPr>
    </w:p>
    <w:p w14:paraId="05FA9C71">
      <w:pPr>
        <w:jc w:val="center"/>
        <w:rPr>
          <w:rFonts w:ascii="楷体_GB2312" w:hAnsi="Arial" w:eastAsia="楷体_GB2312" w:cs="楷体_GB2312"/>
          <w:b/>
          <w:bCs/>
          <w:color w:val="000000" w:themeColor="text1"/>
          <w:u w:val="single"/>
          <w14:textFill>
            <w14:solidFill>
              <w14:schemeClr w14:val="tx1"/>
            </w14:solidFill>
          </w14:textFill>
        </w:rPr>
      </w:pPr>
    </w:p>
    <w:p w14:paraId="7A5058F0">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7770F0BC">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14:paraId="42D05EBF">
      <w:pPr>
        <w:pStyle w:val="18"/>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14:paraId="4ECFA85E">
      <w:pPr>
        <w:pStyle w:val="18"/>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0F7AF5F8">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14:paraId="7B3ADA12">
      <w:pPr>
        <w:ind w:firstLine="480" w:firstLineChars="200"/>
        <w:jc w:val="both"/>
        <w:rPr>
          <w:rFonts w:ascii="楷体_GB2312" w:hAnsi="Arial" w:eastAsia="楷体_GB2312" w:cs="楷体_GB2312"/>
          <w:color w:val="000000" w:themeColor="text1"/>
          <w14:textFill>
            <w14:solidFill>
              <w14:schemeClr w14:val="tx1"/>
            </w14:solidFill>
          </w14:textFill>
        </w:rPr>
      </w:pPr>
    </w:p>
    <w:p w14:paraId="1BCCE079">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1DCC4638">
      <w:pPr>
        <w:ind w:firstLine="480" w:firstLineChars="200"/>
        <w:jc w:val="both"/>
        <w:rPr>
          <w:rFonts w:ascii="楷体_GB2312" w:hAnsi="Arial" w:eastAsia="楷体_GB2312" w:cs="楷体_GB2312"/>
          <w:color w:val="000000" w:themeColor="text1"/>
          <w14:textFill>
            <w14:solidFill>
              <w14:schemeClr w14:val="tx1"/>
            </w14:solidFill>
          </w14:textFill>
        </w:rPr>
      </w:pPr>
    </w:p>
    <w:p w14:paraId="40AE9807">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050B1B8A">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162C2C31">
      <w:pPr>
        <w:ind w:firstLine="480" w:firstLineChars="200"/>
        <w:jc w:val="both"/>
        <w:rPr>
          <w:color w:val="000000" w:themeColor="text1"/>
          <w14:textFill>
            <w14:solidFill>
              <w14:schemeClr w14:val="tx1"/>
            </w14:solidFill>
          </w14:textFill>
        </w:rPr>
      </w:pPr>
    </w:p>
    <w:p w14:paraId="37A809FA">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44937BCF">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690192AE">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7C651F48">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14:paraId="4E6E19F2">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70E63E70">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345A2995">
      <w:pPr>
        <w:snapToGrid w:val="0"/>
        <w:ind w:right="440"/>
        <w:rPr>
          <w:rFonts w:ascii="黑体" w:hAnsi="Times New Roman" w:eastAsia="黑体" w:cs="Arial"/>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pgNumType w:start="1"/>
          <w:cols w:space="720" w:num="1"/>
          <w:docGrid w:linePitch="312" w:charSpace="0"/>
        </w:sectPr>
      </w:pPr>
      <w:r>
        <w:rPr>
          <w:rFonts w:hint="eastAsia" w:ascii="黑体" w:hAnsi="Times New Roman" w:eastAsia="黑体" w:cs="Arial"/>
          <w:color w:val="000000" w:themeColor="text1"/>
          <w14:textFill>
            <w14:solidFill>
              <w14:schemeClr w14:val="tx1"/>
            </w14:solidFill>
          </w14:textFill>
        </w:rPr>
        <w:t>日期：年 月 日                    日期：年 月 日</w:t>
      </w:r>
    </w:p>
    <w:p w14:paraId="4175BB1E">
      <w:pPr>
        <w:spacing w:line="300" w:lineRule="exact"/>
        <w:ind w:right="36" w:rightChars="15"/>
        <w:rPr>
          <w:color w:val="000000" w:themeColor="text1"/>
          <w14:textFill>
            <w14:solidFill>
              <w14:schemeClr w14:val="tx1"/>
            </w14:solidFill>
          </w14:textFill>
        </w:rPr>
      </w:pPr>
    </w:p>
    <w:sectPr>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9CF26">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9</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Arabic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27</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3F5FB0EA">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AB2C4">
    <w:pPr>
      <w:pStyle w:val="5"/>
      <w:rPr>
        <w:color w:val="000000" w:themeColor="text1"/>
        <w14:textFill>
          <w14:solidFill>
            <w14:schemeClr w14:val="tx1"/>
          </w14:solidFill>
        </w14:textFill>
      </w:rPr>
    </w:pPr>
    <w:r>
      <w:rPr>
        <w:rFonts w:hint="eastAsia"/>
      </w:rPr>
      <w:t>本产品风险评级为【P</w:t>
    </w:r>
    <w:r>
      <w:t>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044C4"/>
    <w:rsid w:val="00010618"/>
    <w:rsid w:val="00010FAC"/>
    <w:rsid w:val="000126B2"/>
    <w:rsid w:val="00013F5B"/>
    <w:rsid w:val="000147D6"/>
    <w:rsid w:val="00014B73"/>
    <w:rsid w:val="00015D27"/>
    <w:rsid w:val="000160B3"/>
    <w:rsid w:val="00016ECA"/>
    <w:rsid w:val="000205B3"/>
    <w:rsid w:val="00021FBC"/>
    <w:rsid w:val="0002493B"/>
    <w:rsid w:val="00025412"/>
    <w:rsid w:val="0002679A"/>
    <w:rsid w:val="00035D4E"/>
    <w:rsid w:val="000363A0"/>
    <w:rsid w:val="00036A9C"/>
    <w:rsid w:val="00036FC0"/>
    <w:rsid w:val="00041092"/>
    <w:rsid w:val="000426F9"/>
    <w:rsid w:val="00043AA8"/>
    <w:rsid w:val="0004443C"/>
    <w:rsid w:val="00044D26"/>
    <w:rsid w:val="00046069"/>
    <w:rsid w:val="00047F09"/>
    <w:rsid w:val="000501A3"/>
    <w:rsid w:val="000539DD"/>
    <w:rsid w:val="000548A7"/>
    <w:rsid w:val="000556C3"/>
    <w:rsid w:val="00055B24"/>
    <w:rsid w:val="00057AF1"/>
    <w:rsid w:val="00060380"/>
    <w:rsid w:val="0006039E"/>
    <w:rsid w:val="00060555"/>
    <w:rsid w:val="00060CF8"/>
    <w:rsid w:val="00062C0F"/>
    <w:rsid w:val="00063F74"/>
    <w:rsid w:val="000642FF"/>
    <w:rsid w:val="00064EC6"/>
    <w:rsid w:val="0006529A"/>
    <w:rsid w:val="0006540A"/>
    <w:rsid w:val="00066399"/>
    <w:rsid w:val="00070B06"/>
    <w:rsid w:val="000728B5"/>
    <w:rsid w:val="00073BD2"/>
    <w:rsid w:val="00074951"/>
    <w:rsid w:val="000757CB"/>
    <w:rsid w:val="000769ED"/>
    <w:rsid w:val="00076AB2"/>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21"/>
    <w:rsid w:val="000A044F"/>
    <w:rsid w:val="000A0C47"/>
    <w:rsid w:val="000A0FA1"/>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C7B"/>
    <w:rsid w:val="000D5266"/>
    <w:rsid w:val="000D56E3"/>
    <w:rsid w:val="000E10B6"/>
    <w:rsid w:val="000E1842"/>
    <w:rsid w:val="000E3008"/>
    <w:rsid w:val="000E3444"/>
    <w:rsid w:val="000E49BB"/>
    <w:rsid w:val="000E51AE"/>
    <w:rsid w:val="000E60E0"/>
    <w:rsid w:val="000E6792"/>
    <w:rsid w:val="000F1F2E"/>
    <w:rsid w:val="000F26F4"/>
    <w:rsid w:val="000F2A49"/>
    <w:rsid w:val="000F35BC"/>
    <w:rsid w:val="000F3ADF"/>
    <w:rsid w:val="000F599D"/>
    <w:rsid w:val="000F687B"/>
    <w:rsid w:val="000F798A"/>
    <w:rsid w:val="00100952"/>
    <w:rsid w:val="0010147F"/>
    <w:rsid w:val="00103F63"/>
    <w:rsid w:val="00105A87"/>
    <w:rsid w:val="001077F3"/>
    <w:rsid w:val="00107933"/>
    <w:rsid w:val="00110BCF"/>
    <w:rsid w:val="0011109A"/>
    <w:rsid w:val="00111E93"/>
    <w:rsid w:val="00114CBC"/>
    <w:rsid w:val="00115683"/>
    <w:rsid w:val="00115D73"/>
    <w:rsid w:val="0011687B"/>
    <w:rsid w:val="00116B6A"/>
    <w:rsid w:val="00123C90"/>
    <w:rsid w:val="00124FBD"/>
    <w:rsid w:val="001260B9"/>
    <w:rsid w:val="001266EA"/>
    <w:rsid w:val="00126DB3"/>
    <w:rsid w:val="00130901"/>
    <w:rsid w:val="00132E82"/>
    <w:rsid w:val="0013467D"/>
    <w:rsid w:val="00134973"/>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01C3"/>
    <w:rsid w:val="001615E1"/>
    <w:rsid w:val="0016243B"/>
    <w:rsid w:val="00163B22"/>
    <w:rsid w:val="001641D5"/>
    <w:rsid w:val="00164277"/>
    <w:rsid w:val="001649F3"/>
    <w:rsid w:val="00171E78"/>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97290"/>
    <w:rsid w:val="001A0FD7"/>
    <w:rsid w:val="001A218A"/>
    <w:rsid w:val="001A21E1"/>
    <w:rsid w:val="001A2FFC"/>
    <w:rsid w:val="001A30BE"/>
    <w:rsid w:val="001A36DF"/>
    <w:rsid w:val="001A5423"/>
    <w:rsid w:val="001A720A"/>
    <w:rsid w:val="001A72CB"/>
    <w:rsid w:val="001A7BE3"/>
    <w:rsid w:val="001B01FF"/>
    <w:rsid w:val="001B1495"/>
    <w:rsid w:val="001B1E52"/>
    <w:rsid w:val="001B35C0"/>
    <w:rsid w:val="001B50D8"/>
    <w:rsid w:val="001B6C94"/>
    <w:rsid w:val="001B6F74"/>
    <w:rsid w:val="001C0F22"/>
    <w:rsid w:val="001C19C0"/>
    <w:rsid w:val="001C27C3"/>
    <w:rsid w:val="001C2A78"/>
    <w:rsid w:val="001C3D71"/>
    <w:rsid w:val="001C4FAF"/>
    <w:rsid w:val="001C5D78"/>
    <w:rsid w:val="001C72BC"/>
    <w:rsid w:val="001C7B49"/>
    <w:rsid w:val="001D03C4"/>
    <w:rsid w:val="001D5EB4"/>
    <w:rsid w:val="001D6A97"/>
    <w:rsid w:val="001E1C60"/>
    <w:rsid w:val="001E24D6"/>
    <w:rsid w:val="001E6503"/>
    <w:rsid w:val="001F00CE"/>
    <w:rsid w:val="001F0F27"/>
    <w:rsid w:val="001F6640"/>
    <w:rsid w:val="001F6AE8"/>
    <w:rsid w:val="001F6DA5"/>
    <w:rsid w:val="001F7597"/>
    <w:rsid w:val="002001E4"/>
    <w:rsid w:val="0020078B"/>
    <w:rsid w:val="00200FB1"/>
    <w:rsid w:val="00202368"/>
    <w:rsid w:val="00202515"/>
    <w:rsid w:val="0020290B"/>
    <w:rsid w:val="00203755"/>
    <w:rsid w:val="00203EAD"/>
    <w:rsid w:val="0020493D"/>
    <w:rsid w:val="002050A9"/>
    <w:rsid w:val="00205FFC"/>
    <w:rsid w:val="002068C1"/>
    <w:rsid w:val="00211839"/>
    <w:rsid w:val="0021481C"/>
    <w:rsid w:val="002156E9"/>
    <w:rsid w:val="00215D7E"/>
    <w:rsid w:val="00216B6D"/>
    <w:rsid w:val="00217805"/>
    <w:rsid w:val="0022225E"/>
    <w:rsid w:val="00222699"/>
    <w:rsid w:val="002255EE"/>
    <w:rsid w:val="00225B66"/>
    <w:rsid w:val="00225C4A"/>
    <w:rsid w:val="002263A2"/>
    <w:rsid w:val="00226CD2"/>
    <w:rsid w:val="00226ED1"/>
    <w:rsid w:val="002270F3"/>
    <w:rsid w:val="00227275"/>
    <w:rsid w:val="00231806"/>
    <w:rsid w:val="00232472"/>
    <w:rsid w:val="00233296"/>
    <w:rsid w:val="00233A76"/>
    <w:rsid w:val="00233AC8"/>
    <w:rsid w:val="00234890"/>
    <w:rsid w:val="00236C74"/>
    <w:rsid w:val="002370EE"/>
    <w:rsid w:val="00237EA1"/>
    <w:rsid w:val="00241C9E"/>
    <w:rsid w:val="00243A55"/>
    <w:rsid w:val="00245336"/>
    <w:rsid w:val="00246292"/>
    <w:rsid w:val="002465F7"/>
    <w:rsid w:val="00246BAF"/>
    <w:rsid w:val="00251071"/>
    <w:rsid w:val="00253360"/>
    <w:rsid w:val="0025354B"/>
    <w:rsid w:val="00253D14"/>
    <w:rsid w:val="002551F1"/>
    <w:rsid w:val="00255F6F"/>
    <w:rsid w:val="00263626"/>
    <w:rsid w:val="0026367F"/>
    <w:rsid w:val="00264EF5"/>
    <w:rsid w:val="00266F6D"/>
    <w:rsid w:val="00271C3C"/>
    <w:rsid w:val="002729A9"/>
    <w:rsid w:val="002729DA"/>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4F1"/>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D094F"/>
    <w:rsid w:val="002D1482"/>
    <w:rsid w:val="002D3636"/>
    <w:rsid w:val="002D38B7"/>
    <w:rsid w:val="002D4E93"/>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4114"/>
    <w:rsid w:val="00326CE4"/>
    <w:rsid w:val="003313E2"/>
    <w:rsid w:val="003322C2"/>
    <w:rsid w:val="00332EB9"/>
    <w:rsid w:val="00335B05"/>
    <w:rsid w:val="00335B1F"/>
    <w:rsid w:val="00336876"/>
    <w:rsid w:val="00337017"/>
    <w:rsid w:val="003413CC"/>
    <w:rsid w:val="003421C1"/>
    <w:rsid w:val="003452C4"/>
    <w:rsid w:val="00345368"/>
    <w:rsid w:val="00345530"/>
    <w:rsid w:val="003460A3"/>
    <w:rsid w:val="00346433"/>
    <w:rsid w:val="00351AC4"/>
    <w:rsid w:val="0035303E"/>
    <w:rsid w:val="0035590C"/>
    <w:rsid w:val="00356D2C"/>
    <w:rsid w:val="003576A4"/>
    <w:rsid w:val="003600CB"/>
    <w:rsid w:val="00360654"/>
    <w:rsid w:val="0036094B"/>
    <w:rsid w:val="00361105"/>
    <w:rsid w:val="0036181F"/>
    <w:rsid w:val="00362735"/>
    <w:rsid w:val="0036563E"/>
    <w:rsid w:val="0036565F"/>
    <w:rsid w:val="00365828"/>
    <w:rsid w:val="00366351"/>
    <w:rsid w:val="00366D41"/>
    <w:rsid w:val="00370AD9"/>
    <w:rsid w:val="00370BE5"/>
    <w:rsid w:val="003722EF"/>
    <w:rsid w:val="00374149"/>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4B48"/>
    <w:rsid w:val="003A5529"/>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E7D82"/>
    <w:rsid w:val="003F0BC3"/>
    <w:rsid w:val="003F2084"/>
    <w:rsid w:val="003F3C37"/>
    <w:rsid w:val="003F58E1"/>
    <w:rsid w:val="003F5982"/>
    <w:rsid w:val="003F5CC9"/>
    <w:rsid w:val="003F7F7C"/>
    <w:rsid w:val="00402CF6"/>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2956"/>
    <w:rsid w:val="00442E3F"/>
    <w:rsid w:val="004468BE"/>
    <w:rsid w:val="00447345"/>
    <w:rsid w:val="00450A36"/>
    <w:rsid w:val="00451A81"/>
    <w:rsid w:val="0045355D"/>
    <w:rsid w:val="0045444C"/>
    <w:rsid w:val="00455F92"/>
    <w:rsid w:val="004567FE"/>
    <w:rsid w:val="0045695C"/>
    <w:rsid w:val="004600AE"/>
    <w:rsid w:val="00461029"/>
    <w:rsid w:val="00463F1F"/>
    <w:rsid w:val="00464C78"/>
    <w:rsid w:val="00465DE6"/>
    <w:rsid w:val="00466412"/>
    <w:rsid w:val="00466575"/>
    <w:rsid w:val="0047057B"/>
    <w:rsid w:val="00470FB6"/>
    <w:rsid w:val="00470FDE"/>
    <w:rsid w:val="0047199F"/>
    <w:rsid w:val="0047482C"/>
    <w:rsid w:val="004752FE"/>
    <w:rsid w:val="004755EA"/>
    <w:rsid w:val="00475653"/>
    <w:rsid w:val="00475662"/>
    <w:rsid w:val="00475C7B"/>
    <w:rsid w:val="004801D7"/>
    <w:rsid w:val="00480C2E"/>
    <w:rsid w:val="00481C1D"/>
    <w:rsid w:val="00481F39"/>
    <w:rsid w:val="0048246F"/>
    <w:rsid w:val="00485EB2"/>
    <w:rsid w:val="00486AE0"/>
    <w:rsid w:val="0048737A"/>
    <w:rsid w:val="004919C6"/>
    <w:rsid w:val="00491CAE"/>
    <w:rsid w:val="004924EA"/>
    <w:rsid w:val="004933E0"/>
    <w:rsid w:val="00493FBA"/>
    <w:rsid w:val="004943D4"/>
    <w:rsid w:val="00494AB2"/>
    <w:rsid w:val="0049560E"/>
    <w:rsid w:val="00495FB0"/>
    <w:rsid w:val="004965EB"/>
    <w:rsid w:val="00497A0F"/>
    <w:rsid w:val="004A0105"/>
    <w:rsid w:val="004A0C4B"/>
    <w:rsid w:val="004A7220"/>
    <w:rsid w:val="004A73A9"/>
    <w:rsid w:val="004B0F38"/>
    <w:rsid w:val="004B3E7F"/>
    <w:rsid w:val="004B4881"/>
    <w:rsid w:val="004B4E0C"/>
    <w:rsid w:val="004B60CF"/>
    <w:rsid w:val="004B7645"/>
    <w:rsid w:val="004C0143"/>
    <w:rsid w:val="004C1CEF"/>
    <w:rsid w:val="004C27BA"/>
    <w:rsid w:val="004C27CF"/>
    <w:rsid w:val="004C2E6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5812"/>
    <w:rsid w:val="004E7622"/>
    <w:rsid w:val="004E7E59"/>
    <w:rsid w:val="004F1681"/>
    <w:rsid w:val="004F25B4"/>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23B1"/>
    <w:rsid w:val="005223E8"/>
    <w:rsid w:val="005237D3"/>
    <w:rsid w:val="005251A7"/>
    <w:rsid w:val="00525CB4"/>
    <w:rsid w:val="00527BAE"/>
    <w:rsid w:val="0053426C"/>
    <w:rsid w:val="00536422"/>
    <w:rsid w:val="0054256A"/>
    <w:rsid w:val="00542AFB"/>
    <w:rsid w:val="00542BD1"/>
    <w:rsid w:val="0054435B"/>
    <w:rsid w:val="00544F8F"/>
    <w:rsid w:val="0054504E"/>
    <w:rsid w:val="00545208"/>
    <w:rsid w:val="00546327"/>
    <w:rsid w:val="00546441"/>
    <w:rsid w:val="005476CB"/>
    <w:rsid w:val="0055031F"/>
    <w:rsid w:val="00550673"/>
    <w:rsid w:val="00552C0F"/>
    <w:rsid w:val="00557038"/>
    <w:rsid w:val="00563EE8"/>
    <w:rsid w:val="00563F6E"/>
    <w:rsid w:val="005645C5"/>
    <w:rsid w:val="00566105"/>
    <w:rsid w:val="00567836"/>
    <w:rsid w:val="005738EF"/>
    <w:rsid w:val="005738FF"/>
    <w:rsid w:val="005744F2"/>
    <w:rsid w:val="005755E0"/>
    <w:rsid w:val="005769C1"/>
    <w:rsid w:val="00580639"/>
    <w:rsid w:val="00580CAC"/>
    <w:rsid w:val="00582D53"/>
    <w:rsid w:val="005865C3"/>
    <w:rsid w:val="0058774A"/>
    <w:rsid w:val="00587E1F"/>
    <w:rsid w:val="00592959"/>
    <w:rsid w:val="00592F42"/>
    <w:rsid w:val="00595F7E"/>
    <w:rsid w:val="0059646B"/>
    <w:rsid w:val="0059707D"/>
    <w:rsid w:val="0059788F"/>
    <w:rsid w:val="00597DBA"/>
    <w:rsid w:val="00597F1D"/>
    <w:rsid w:val="005A0326"/>
    <w:rsid w:val="005A099D"/>
    <w:rsid w:val="005A199B"/>
    <w:rsid w:val="005A20DA"/>
    <w:rsid w:val="005A3C8F"/>
    <w:rsid w:val="005A5733"/>
    <w:rsid w:val="005A5BFA"/>
    <w:rsid w:val="005A5EC0"/>
    <w:rsid w:val="005A772C"/>
    <w:rsid w:val="005B0BE3"/>
    <w:rsid w:val="005B264B"/>
    <w:rsid w:val="005B26C0"/>
    <w:rsid w:val="005B2BD9"/>
    <w:rsid w:val="005B2FCA"/>
    <w:rsid w:val="005B4B89"/>
    <w:rsid w:val="005B4D6F"/>
    <w:rsid w:val="005B5CB3"/>
    <w:rsid w:val="005B632A"/>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18A6"/>
    <w:rsid w:val="006223DC"/>
    <w:rsid w:val="006229A2"/>
    <w:rsid w:val="00623324"/>
    <w:rsid w:val="00624200"/>
    <w:rsid w:val="0062630B"/>
    <w:rsid w:val="00626BED"/>
    <w:rsid w:val="0062765D"/>
    <w:rsid w:val="00631D1B"/>
    <w:rsid w:val="006320C1"/>
    <w:rsid w:val="0063231F"/>
    <w:rsid w:val="006368D3"/>
    <w:rsid w:val="00636FB9"/>
    <w:rsid w:val="00637451"/>
    <w:rsid w:val="00637A0A"/>
    <w:rsid w:val="00640235"/>
    <w:rsid w:val="00641240"/>
    <w:rsid w:val="006427DB"/>
    <w:rsid w:val="00645222"/>
    <w:rsid w:val="006509E5"/>
    <w:rsid w:val="00651DB2"/>
    <w:rsid w:val="0065398F"/>
    <w:rsid w:val="0065475E"/>
    <w:rsid w:val="0065724F"/>
    <w:rsid w:val="0066017F"/>
    <w:rsid w:val="0066021B"/>
    <w:rsid w:val="00661CF7"/>
    <w:rsid w:val="006627C0"/>
    <w:rsid w:val="0066536D"/>
    <w:rsid w:val="00665606"/>
    <w:rsid w:val="00666C5E"/>
    <w:rsid w:val="006745BC"/>
    <w:rsid w:val="006804CB"/>
    <w:rsid w:val="00680BF4"/>
    <w:rsid w:val="00682617"/>
    <w:rsid w:val="00683ADB"/>
    <w:rsid w:val="00691194"/>
    <w:rsid w:val="0069257C"/>
    <w:rsid w:val="006929DF"/>
    <w:rsid w:val="00692C48"/>
    <w:rsid w:val="0069708B"/>
    <w:rsid w:val="006975BC"/>
    <w:rsid w:val="006976C9"/>
    <w:rsid w:val="006A0C97"/>
    <w:rsid w:val="006A19F9"/>
    <w:rsid w:val="006A3FF4"/>
    <w:rsid w:val="006A6C15"/>
    <w:rsid w:val="006B1E0C"/>
    <w:rsid w:val="006B41B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C82"/>
    <w:rsid w:val="006E4D8B"/>
    <w:rsid w:val="006E4EC1"/>
    <w:rsid w:val="006E5D81"/>
    <w:rsid w:val="006E670C"/>
    <w:rsid w:val="006F04C3"/>
    <w:rsid w:val="006F166D"/>
    <w:rsid w:val="006F7210"/>
    <w:rsid w:val="00700F6D"/>
    <w:rsid w:val="00701C15"/>
    <w:rsid w:val="0070273F"/>
    <w:rsid w:val="0070415D"/>
    <w:rsid w:val="0070491B"/>
    <w:rsid w:val="00704E31"/>
    <w:rsid w:val="00705487"/>
    <w:rsid w:val="00707D11"/>
    <w:rsid w:val="00714057"/>
    <w:rsid w:val="007146CC"/>
    <w:rsid w:val="007160F3"/>
    <w:rsid w:val="00716F0D"/>
    <w:rsid w:val="00720264"/>
    <w:rsid w:val="0072328E"/>
    <w:rsid w:val="00724409"/>
    <w:rsid w:val="00725E51"/>
    <w:rsid w:val="00726156"/>
    <w:rsid w:val="007277A7"/>
    <w:rsid w:val="007279E5"/>
    <w:rsid w:val="0073059C"/>
    <w:rsid w:val="00733CAE"/>
    <w:rsid w:val="0073416A"/>
    <w:rsid w:val="007341D7"/>
    <w:rsid w:val="00742023"/>
    <w:rsid w:val="00742D4B"/>
    <w:rsid w:val="007439E8"/>
    <w:rsid w:val="00744225"/>
    <w:rsid w:val="00744316"/>
    <w:rsid w:val="00745A82"/>
    <w:rsid w:val="007472F7"/>
    <w:rsid w:val="00747A12"/>
    <w:rsid w:val="007500A6"/>
    <w:rsid w:val="00752B5E"/>
    <w:rsid w:val="00753114"/>
    <w:rsid w:val="007535A2"/>
    <w:rsid w:val="00755E0B"/>
    <w:rsid w:val="007567CA"/>
    <w:rsid w:val="007578A5"/>
    <w:rsid w:val="00762150"/>
    <w:rsid w:val="007621EB"/>
    <w:rsid w:val="00762E9A"/>
    <w:rsid w:val="007668B9"/>
    <w:rsid w:val="0077104A"/>
    <w:rsid w:val="0077131D"/>
    <w:rsid w:val="0077204B"/>
    <w:rsid w:val="00772F06"/>
    <w:rsid w:val="007737E0"/>
    <w:rsid w:val="00773EF6"/>
    <w:rsid w:val="00774627"/>
    <w:rsid w:val="007767C3"/>
    <w:rsid w:val="007808F5"/>
    <w:rsid w:val="00781310"/>
    <w:rsid w:val="00782961"/>
    <w:rsid w:val="0078350C"/>
    <w:rsid w:val="00783654"/>
    <w:rsid w:val="0078380F"/>
    <w:rsid w:val="0079138E"/>
    <w:rsid w:val="00791598"/>
    <w:rsid w:val="007929F7"/>
    <w:rsid w:val="007930A4"/>
    <w:rsid w:val="00794E71"/>
    <w:rsid w:val="007966BE"/>
    <w:rsid w:val="007A1863"/>
    <w:rsid w:val="007A24F4"/>
    <w:rsid w:val="007A4008"/>
    <w:rsid w:val="007A49A9"/>
    <w:rsid w:val="007A5E9D"/>
    <w:rsid w:val="007A61FC"/>
    <w:rsid w:val="007A69A9"/>
    <w:rsid w:val="007B0FB2"/>
    <w:rsid w:val="007B16F7"/>
    <w:rsid w:val="007B2BE5"/>
    <w:rsid w:val="007B30EE"/>
    <w:rsid w:val="007B3F5E"/>
    <w:rsid w:val="007B65A1"/>
    <w:rsid w:val="007B7D9D"/>
    <w:rsid w:val="007C1F99"/>
    <w:rsid w:val="007C1FD4"/>
    <w:rsid w:val="007C2C0B"/>
    <w:rsid w:val="007C2FC3"/>
    <w:rsid w:val="007C3B98"/>
    <w:rsid w:val="007C4338"/>
    <w:rsid w:val="007C638C"/>
    <w:rsid w:val="007C7112"/>
    <w:rsid w:val="007D2424"/>
    <w:rsid w:val="007D2AF2"/>
    <w:rsid w:val="007D3041"/>
    <w:rsid w:val="007D40F8"/>
    <w:rsid w:val="007D6A76"/>
    <w:rsid w:val="007D7593"/>
    <w:rsid w:val="007E043B"/>
    <w:rsid w:val="007E0CA6"/>
    <w:rsid w:val="007E1C65"/>
    <w:rsid w:val="007E250D"/>
    <w:rsid w:val="007E5ED0"/>
    <w:rsid w:val="007E6F1E"/>
    <w:rsid w:val="007E70AD"/>
    <w:rsid w:val="007E7B54"/>
    <w:rsid w:val="007F08EA"/>
    <w:rsid w:val="007F1FC5"/>
    <w:rsid w:val="007F2041"/>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90A"/>
    <w:rsid w:val="00821110"/>
    <w:rsid w:val="00822EB0"/>
    <w:rsid w:val="00823631"/>
    <w:rsid w:val="008242A3"/>
    <w:rsid w:val="0082485C"/>
    <w:rsid w:val="008276D5"/>
    <w:rsid w:val="00827EBC"/>
    <w:rsid w:val="0083053C"/>
    <w:rsid w:val="00831D18"/>
    <w:rsid w:val="008328C6"/>
    <w:rsid w:val="00833497"/>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576C5"/>
    <w:rsid w:val="00857D29"/>
    <w:rsid w:val="008602CF"/>
    <w:rsid w:val="0086031D"/>
    <w:rsid w:val="00860EDD"/>
    <w:rsid w:val="008619AD"/>
    <w:rsid w:val="00861DB4"/>
    <w:rsid w:val="00863ADD"/>
    <w:rsid w:val="008651E5"/>
    <w:rsid w:val="0086589C"/>
    <w:rsid w:val="0086720D"/>
    <w:rsid w:val="008703D2"/>
    <w:rsid w:val="008714A8"/>
    <w:rsid w:val="008734E7"/>
    <w:rsid w:val="00874C3B"/>
    <w:rsid w:val="00880BD9"/>
    <w:rsid w:val="00880F64"/>
    <w:rsid w:val="00882FCC"/>
    <w:rsid w:val="008831B8"/>
    <w:rsid w:val="00885404"/>
    <w:rsid w:val="0088574C"/>
    <w:rsid w:val="008859E1"/>
    <w:rsid w:val="00890816"/>
    <w:rsid w:val="0089154C"/>
    <w:rsid w:val="0089445F"/>
    <w:rsid w:val="00894AA1"/>
    <w:rsid w:val="00895EED"/>
    <w:rsid w:val="008A411C"/>
    <w:rsid w:val="008A5617"/>
    <w:rsid w:val="008A69A3"/>
    <w:rsid w:val="008B0822"/>
    <w:rsid w:val="008B1E5A"/>
    <w:rsid w:val="008B2747"/>
    <w:rsid w:val="008B4408"/>
    <w:rsid w:val="008B48FE"/>
    <w:rsid w:val="008B52FB"/>
    <w:rsid w:val="008B7343"/>
    <w:rsid w:val="008C6EB3"/>
    <w:rsid w:val="008C7329"/>
    <w:rsid w:val="008E2351"/>
    <w:rsid w:val="008E38EF"/>
    <w:rsid w:val="008E472F"/>
    <w:rsid w:val="008E5E61"/>
    <w:rsid w:val="008F0061"/>
    <w:rsid w:val="008F1E60"/>
    <w:rsid w:val="008F20AB"/>
    <w:rsid w:val="008F5554"/>
    <w:rsid w:val="008F6227"/>
    <w:rsid w:val="008F6769"/>
    <w:rsid w:val="00902206"/>
    <w:rsid w:val="00903D64"/>
    <w:rsid w:val="0090431C"/>
    <w:rsid w:val="00904891"/>
    <w:rsid w:val="009105DF"/>
    <w:rsid w:val="009109D7"/>
    <w:rsid w:val="00910CA8"/>
    <w:rsid w:val="00910D88"/>
    <w:rsid w:val="00913087"/>
    <w:rsid w:val="0091382D"/>
    <w:rsid w:val="00916769"/>
    <w:rsid w:val="00917776"/>
    <w:rsid w:val="009201FE"/>
    <w:rsid w:val="009238E1"/>
    <w:rsid w:val="00925954"/>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3138"/>
    <w:rsid w:val="00953909"/>
    <w:rsid w:val="009543C4"/>
    <w:rsid w:val="00954DC5"/>
    <w:rsid w:val="00955AAD"/>
    <w:rsid w:val="009561B3"/>
    <w:rsid w:val="0096016D"/>
    <w:rsid w:val="009647FC"/>
    <w:rsid w:val="0096558D"/>
    <w:rsid w:val="0096682F"/>
    <w:rsid w:val="00966A09"/>
    <w:rsid w:val="0097118F"/>
    <w:rsid w:val="00974963"/>
    <w:rsid w:val="00976AFC"/>
    <w:rsid w:val="00985402"/>
    <w:rsid w:val="00986603"/>
    <w:rsid w:val="00986EBC"/>
    <w:rsid w:val="00990F75"/>
    <w:rsid w:val="00991685"/>
    <w:rsid w:val="00993AF5"/>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970"/>
    <w:rsid w:val="009C1DC1"/>
    <w:rsid w:val="009C61F2"/>
    <w:rsid w:val="009C699A"/>
    <w:rsid w:val="009C6E8C"/>
    <w:rsid w:val="009D153E"/>
    <w:rsid w:val="009D3197"/>
    <w:rsid w:val="009D3403"/>
    <w:rsid w:val="009E0DAC"/>
    <w:rsid w:val="009E1335"/>
    <w:rsid w:val="009E2761"/>
    <w:rsid w:val="009E6C2C"/>
    <w:rsid w:val="009E778C"/>
    <w:rsid w:val="009F0A38"/>
    <w:rsid w:val="009F6594"/>
    <w:rsid w:val="009F6E10"/>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2514"/>
    <w:rsid w:val="00A238B1"/>
    <w:rsid w:val="00A25672"/>
    <w:rsid w:val="00A2672F"/>
    <w:rsid w:val="00A32E0A"/>
    <w:rsid w:val="00A3332D"/>
    <w:rsid w:val="00A33A98"/>
    <w:rsid w:val="00A350B9"/>
    <w:rsid w:val="00A3557B"/>
    <w:rsid w:val="00A35C36"/>
    <w:rsid w:val="00A407CC"/>
    <w:rsid w:val="00A408EB"/>
    <w:rsid w:val="00A40CC2"/>
    <w:rsid w:val="00A40F80"/>
    <w:rsid w:val="00A4101D"/>
    <w:rsid w:val="00A4272A"/>
    <w:rsid w:val="00A45B60"/>
    <w:rsid w:val="00A46540"/>
    <w:rsid w:val="00A47D06"/>
    <w:rsid w:val="00A52506"/>
    <w:rsid w:val="00A53B68"/>
    <w:rsid w:val="00A56C74"/>
    <w:rsid w:val="00A61C27"/>
    <w:rsid w:val="00A62F85"/>
    <w:rsid w:val="00A632C2"/>
    <w:rsid w:val="00A63964"/>
    <w:rsid w:val="00A67D8B"/>
    <w:rsid w:val="00A7040A"/>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06DA"/>
    <w:rsid w:val="00AA161C"/>
    <w:rsid w:val="00AA19B1"/>
    <w:rsid w:val="00AA2232"/>
    <w:rsid w:val="00AA2414"/>
    <w:rsid w:val="00AA2ED5"/>
    <w:rsid w:val="00AA37CD"/>
    <w:rsid w:val="00AA3BFD"/>
    <w:rsid w:val="00AA5CB2"/>
    <w:rsid w:val="00AB2B1A"/>
    <w:rsid w:val="00AB2E83"/>
    <w:rsid w:val="00AB43FF"/>
    <w:rsid w:val="00AB4C0B"/>
    <w:rsid w:val="00AB527D"/>
    <w:rsid w:val="00AB5302"/>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152F"/>
    <w:rsid w:val="00B020D7"/>
    <w:rsid w:val="00B04607"/>
    <w:rsid w:val="00B04D83"/>
    <w:rsid w:val="00B04FAE"/>
    <w:rsid w:val="00B068D6"/>
    <w:rsid w:val="00B07607"/>
    <w:rsid w:val="00B105F7"/>
    <w:rsid w:val="00B12CC7"/>
    <w:rsid w:val="00B13EE8"/>
    <w:rsid w:val="00B145EC"/>
    <w:rsid w:val="00B16E54"/>
    <w:rsid w:val="00B177A2"/>
    <w:rsid w:val="00B17FC5"/>
    <w:rsid w:val="00B230BA"/>
    <w:rsid w:val="00B23F4C"/>
    <w:rsid w:val="00B2420E"/>
    <w:rsid w:val="00B2555E"/>
    <w:rsid w:val="00B260D1"/>
    <w:rsid w:val="00B27A3E"/>
    <w:rsid w:val="00B308EB"/>
    <w:rsid w:val="00B30F64"/>
    <w:rsid w:val="00B3313B"/>
    <w:rsid w:val="00B331C0"/>
    <w:rsid w:val="00B3407C"/>
    <w:rsid w:val="00B35851"/>
    <w:rsid w:val="00B36C49"/>
    <w:rsid w:val="00B36C7F"/>
    <w:rsid w:val="00B41274"/>
    <w:rsid w:val="00B41994"/>
    <w:rsid w:val="00B445DA"/>
    <w:rsid w:val="00B45671"/>
    <w:rsid w:val="00B50114"/>
    <w:rsid w:val="00B51166"/>
    <w:rsid w:val="00B51911"/>
    <w:rsid w:val="00B52A03"/>
    <w:rsid w:val="00B55E40"/>
    <w:rsid w:val="00B6170E"/>
    <w:rsid w:val="00B626A6"/>
    <w:rsid w:val="00B66DAD"/>
    <w:rsid w:val="00B7006C"/>
    <w:rsid w:val="00B7025F"/>
    <w:rsid w:val="00B72C4F"/>
    <w:rsid w:val="00B76A1B"/>
    <w:rsid w:val="00B77E4F"/>
    <w:rsid w:val="00B802C5"/>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07A"/>
    <w:rsid w:val="00BB45D5"/>
    <w:rsid w:val="00BB7026"/>
    <w:rsid w:val="00BB78FE"/>
    <w:rsid w:val="00BC3524"/>
    <w:rsid w:val="00BC4F45"/>
    <w:rsid w:val="00BC641A"/>
    <w:rsid w:val="00BC7731"/>
    <w:rsid w:val="00BD1B90"/>
    <w:rsid w:val="00BD60FE"/>
    <w:rsid w:val="00BD79B7"/>
    <w:rsid w:val="00BE0C23"/>
    <w:rsid w:val="00BE24AB"/>
    <w:rsid w:val="00BE3245"/>
    <w:rsid w:val="00BE3AF0"/>
    <w:rsid w:val="00BE66C7"/>
    <w:rsid w:val="00BE6D21"/>
    <w:rsid w:val="00BF1BF1"/>
    <w:rsid w:val="00BF23C0"/>
    <w:rsid w:val="00BF2628"/>
    <w:rsid w:val="00BF26BF"/>
    <w:rsid w:val="00BF2FC4"/>
    <w:rsid w:val="00BF412E"/>
    <w:rsid w:val="00BF42D8"/>
    <w:rsid w:val="00BF52BA"/>
    <w:rsid w:val="00BF5CE4"/>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36A4"/>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4447"/>
    <w:rsid w:val="00CA57A1"/>
    <w:rsid w:val="00CA6FC9"/>
    <w:rsid w:val="00CB2D18"/>
    <w:rsid w:val="00CB3E45"/>
    <w:rsid w:val="00CB4E16"/>
    <w:rsid w:val="00CB71A8"/>
    <w:rsid w:val="00CC0210"/>
    <w:rsid w:val="00CC0614"/>
    <w:rsid w:val="00CC2D86"/>
    <w:rsid w:val="00CC3A96"/>
    <w:rsid w:val="00CC7DEA"/>
    <w:rsid w:val="00CD02BF"/>
    <w:rsid w:val="00CD2E7A"/>
    <w:rsid w:val="00CD3E47"/>
    <w:rsid w:val="00CD7A5A"/>
    <w:rsid w:val="00CE1412"/>
    <w:rsid w:val="00CE1F49"/>
    <w:rsid w:val="00CE20B0"/>
    <w:rsid w:val="00CE3DC3"/>
    <w:rsid w:val="00CE452B"/>
    <w:rsid w:val="00CE4710"/>
    <w:rsid w:val="00CE4AAE"/>
    <w:rsid w:val="00CE52D2"/>
    <w:rsid w:val="00CE5CBC"/>
    <w:rsid w:val="00CE7DD2"/>
    <w:rsid w:val="00CE7E75"/>
    <w:rsid w:val="00CF151D"/>
    <w:rsid w:val="00CF1ED1"/>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0711"/>
    <w:rsid w:val="00D1239D"/>
    <w:rsid w:val="00D14377"/>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2F4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374E"/>
    <w:rsid w:val="00DA428A"/>
    <w:rsid w:val="00DA525D"/>
    <w:rsid w:val="00DA592D"/>
    <w:rsid w:val="00DA6080"/>
    <w:rsid w:val="00DA7BC2"/>
    <w:rsid w:val="00DA7EED"/>
    <w:rsid w:val="00DB16B7"/>
    <w:rsid w:val="00DB27A3"/>
    <w:rsid w:val="00DB4295"/>
    <w:rsid w:val="00DB4736"/>
    <w:rsid w:val="00DB47F8"/>
    <w:rsid w:val="00DB685D"/>
    <w:rsid w:val="00DC0186"/>
    <w:rsid w:val="00DC0779"/>
    <w:rsid w:val="00DC1009"/>
    <w:rsid w:val="00DC1D1B"/>
    <w:rsid w:val="00DC2073"/>
    <w:rsid w:val="00DC3342"/>
    <w:rsid w:val="00DC4DA2"/>
    <w:rsid w:val="00DC61EB"/>
    <w:rsid w:val="00DC7217"/>
    <w:rsid w:val="00DD351D"/>
    <w:rsid w:val="00DD36EA"/>
    <w:rsid w:val="00DD4EFA"/>
    <w:rsid w:val="00DE001F"/>
    <w:rsid w:val="00DE0389"/>
    <w:rsid w:val="00DE0804"/>
    <w:rsid w:val="00DE1634"/>
    <w:rsid w:val="00DE16EF"/>
    <w:rsid w:val="00DE30E5"/>
    <w:rsid w:val="00DE5CD5"/>
    <w:rsid w:val="00DE6648"/>
    <w:rsid w:val="00DE6A2E"/>
    <w:rsid w:val="00DE72AB"/>
    <w:rsid w:val="00DE72C5"/>
    <w:rsid w:val="00DF617F"/>
    <w:rsid w:val="00DF6D87"/>
    <w:rsid w:val="00DF7764"/>
    <w:rsid w:val="00E02E91"/>
    <w:rsid w:val="00E02F20"/>
    <w:rsid w:val="00E068CF"/>
    <w:rsid w:val="00E068E3"/>
    <w:rsid w:val="00E07958"/>
    <w:rsid w:val="00E07F4D"/>
    <w:rsid w:val="00E10029"/>
    <w:rsid w:val="00E10099"/>
    <w:rsid w:val="00E104EA"/>
    <w:rsid w:val="00E10ED4"/>
    <w:rsid w:val="00E120DE"/>
    <w:rsid w:val="00E13644"/>
    <w:rsid w:val="00E13896"/>
    <w:rsid w:val="00E20339"/>
    <w:rsid w:val="00E20C9C"/>
    <w:rsid w:val="00E21EC7"/>
    <w:rsid w:val="00E22102"/>
    <w:rsid w:val="00E227B8"/>
    <w:rsid w:val="00E22D5D"/>
    <w:rsid w:val="00E30099"/>
    <w:rsid w:val="00E33422"/>
    <w:rsid w:val="00E353D1"/>
    <w:rsid w:val="00E3595B"/>
    <w:rsid w:val="00E35975"/>
    <w:rsid w:val="00E3618F"/>
    <w:rsid w:val="00E412D5"/>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E5A7A"/>
    <w:rsid w:val="00EF0B75"/>
    <w:rsid w:val="00EF0EAD"/>
    <w:rsid w:val="00EF1E83"/>
    <w:rsid w:val="00EF2225"/>
    <w:rsid w:val="00EF2E96"/>
    <w:rsid w:val="00EF35B6"/>
    <w:rsid w:val="00EF3E36"/>
    <w:rsid w:val="00EF6729"/>
    <w:rsid w:val="00EF6C7D"/>
    <w:rsid w:val="00F0033C"/>
    <w:rsid w:val="00F013F9"/>
    <w:rsid w:val="00F05863"/>
    <w:rsid w:val="00F070D0"/>
    <w:rsid w:val="00F074B1"/>
    <w:rsid w:val="00F10898"/>
    <w:rsid w:val="00F1276E"/>
    <w:rsid w:val="00F12B70"/>
    <w:rsid w:val="00F13747"/>
    <w:rsid w:val="00F156B8"/>
    <w:rsid w:val="00F1632D"/>
    <w:rsid w:val="00F1756F"/>
    <w:rsid w:val="00F17933"/>
    <w:rsid w:val="00F25FB7"/>
    <w:rsid w:val="00F2695B"/>
    <w:rsid w:val="00F31BB4"/>
    <w:rsid w:val="00F31BC7"/>
    <w:rsid w:val="00F330D4"/>
    <w:rsid w:val="00F34E02"/>
    <w:rsid w:val="00F35499"/>
    <w:rsid w:val="00F358C0"/>
    <w:rsid w:val="00F37043"/>
    <w:rsid w:val="00F41E02"/>
    <w:rsid w:val="00F4437C"/>
    <w:rsid w:val="00F451FD"/>
    <w:rsid w:val="00F50C08"/>
    <w:rsid w:val="00F53675"/>
    <w:rsid w:val="00F538E7"/>
    <w:rsid w:val="00F54E59"/>
    <w:rsid w:val="00F5568E"/>
    <w:rsid w:val="00F5753A"/>
    <w:rsid w:val="00F57DCD"/>
    <w:rsid w:val="00F604CB"/>
    <w:rsid w:val="00F62474"/>
    <w:rsid w:val="00F636DC"/>
    <w:rsid w:val="00F64F09"/>
    <w:rsid w:val="00F65DC9"/>
    <w:rsid w:val="00F70DB2"/>
    <w:rsid w:val="00F71D41"/>
    <w:rsid w:val="00F72E9B"/>
    <w:rsid w:val="00F746AF"/>
    <w:rsid w:val="00F7470F"/>
    <w:rsid w:val="00F74C35"/>
    <w:rsid w:val="00F771F4"/>
    <w:rsid w:val="00F776FE"/>
    <w:rsid w:val="00F8147B"/>
    <w:rsid w:val="00F81816"/>
    <w:rsid w:val="00F81E91"/>
    <w:rsid w:val="00F87C2B"/>
    <w:rsid w:val="00F87E6E"/>
    <w:rsid w:val="00F90F6E"/>
    <w:rsid w:val="00F927B8"/>
    <w:rsid w:val="00F931BC"/>
    <w:rsid w:val="00F932A7"/>
    <w:rsid w:val="00F937E3"/>
    <w:rsid w:val="00F94060"/>
    <w:rsid w:val="00F9417B"/>
    <w:rsid w:val="00F95291"/>
    <w:rsid w:val="00FA2588"/>
    <w:rsid w:val="00FA285F"/>
    <w:rsid w:val="00FA3F70"/>
    <w:rsid w:val="00FA4047"/>
    <w:rsid w:val="00FA55C8"/>
    <w:rsid w:val="00FA753E"/>
    <w:rsid w:val="00FB0B0E"/>
    <w:rsid w:val="00FB1065"/>
    <w:rsid w:val="00FB261D"/>
    <w:rsid w:val="00FB4508"/>
    <w:rsid w:val="00FB5887"/>
    <w:rsid w:val="00FB7177"/>
    <w:rsid w:val="00FB73A8"/>
    <w:rsid w:val="00FC11EE"/>
    <w:rsid w:val="00FC44AA"/>
    <w:rsid w:val="00FC57C2"/>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341D"/>
    <w:rsid w:val="00FF44A3"/>
    <w:rsid w:val="00FF5072"/>
    <w:rsid w:val="00FF6E6F"/>
    <w:rsid w:val="00FF752F"/>
    <w:rsid w:val="00FF7808"/>
    <w:rsid w:val="00FF793C"/>
    <w:rsid w:val="00FF7A0E"/>
    <w:rsid w:val="03970A41"/>
    <w:rsid w:val="09F150BA"/>
    <w:rsid w:val="16766474"/>
    <w:rsid w:val="16E250D8"/>
    <w:rsid w:val="4DED180A"/>
    <w:rsid w:val="54F974BE"/>
    <w:rsid w:val="598A78EB"/>
    <w:rsid w:val="5A380F0B"/>
    <w:rsid w:val="650B6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uiPriority w:val="99"/>
    <w:rPr>
      <w:rFonts w:ascii="宋体" w:hAnsi="宋体" w:eastAsia="宋体" w:cs="宋体"/>
      <w:sz w:val="24"/>
      <w:szCs w:val="24"/>
      <w:lang w:val="en-US" w:eastAsia="zh-CN" w:bidi="ar-SA"/>
    </w:rPr>
  </w:style>
  <w:style w:type="paragraph" w:customStyle="1" w:styleId="20">
    <w:name w:val="Revision"/>
    <w:hidden/>
    <w:semiHidden/>
    <w:uiPriority w:val="99"/>
    <w:rPr>
      <w:rFonts w:ascii="宋体" w:hAnsi="宋体" w:eastAsia="宋体" w:cs="宋体"/>
      <w:sz w:val="24"/>
      <w:szCs w:val="24"/>
      <w:lang w:val="en-US" w:eastAsia="zh-CN" w:bidi="ar-SA"/>
    </w:rPr>
  </w:style>
  <w:style w:type="paragraph" w:customStyle="1" w:styleId="21">
    <w:name w:val="Char Char"/>
    <w:basedOn w:val="1"/>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2FEB6-47A1-41DD-B281-D315D72A24DC}">
  <ds:schemaRefs/>
</ds:datastoreItem>
</file>

<file path=docProps/app.xml><?xml version="1.0" encoding="utf-8"?>
<Properties xmlns="http://schemas.openxmlformats.org/officeDocument/2006/extended-properties" xmlns:vt="http://schemas.openxmlformats.org/officeDocument/2006/docPropsVTypes">
  <Template>Normal_Wordconv</Template>
  <Company>citicbank</Company>
  <Pages>3</Pages>
  <Words>5756</Words>
  <Characters>32815</Characters>
  <Lines>273</Lines>
  <Paragraphs>76</Paragraphs>
  <TotalTime>150</TotalTime>
  <ScaleCrop>false</ScaleCrop>
  <LinksUpToDate>false</LinksUpToDate>
  <CharactersWithSpaces>38495</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2024-11-11T03:02:00Z</dcterms:created>
  <dc:creator>王晓明</dc:creator>
  <cp:lastModifiedBy>Administrator</cp:lastModifiedBy>
  <cp:lastPrinted>2024-05-15T00:46:00Z</cp:lastPrinted>
  <dcterms:modified xsi:type="dcterms:W3CDTF">2025-07-22T09:47:35Z</dcterms:modified>
  <dc:title>产品说明书</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DA9065F629964F289DE4839A46F62394_13</vt:lpwstr>
  </property>
</Properties>
</file>