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7E9CA63">
      <w:pPr>
        <w:shd w:val="clear" w:color="auto" w:fill="FFFFFF"/>
        <w:spacing w:line="300" w:lineRule="exact"/>
        <w:jc w:val="center"/>
        <w:outlineLvl w:val="1"/>
        <w:rPr>
          <w:rFonts w:ascii="Times New Roman" w:hAnsi="Times New Roman" w:eastAsia="黑体" w:cs="Times New Roman"/>
          <w:sz w:val="22"/>
        </w:rPr>
      </w:pPr>
      <w:bookmarkStart w:id="0" w:name="_GoBack"/>
      <w:r>
        <w:rPr>
          <w:rFonts w:hint="eastAsia" w:ascii="Times New Roman" w:hAnsi="Times New Roman" w:eastAsia="黑体" w:cs="Times New Roman"/>
          <w:sz w:val="22"/>
        </w:rPr>
        <w:t>信银理财理财产品投资协议书</w:t>
      </w:r>
    </w:p>
    <w:bookmarkEnd w:id="0"/>
    <w:p w14:paraId="1F05FED9">
      <w:pPr>
        <w:spacing w:line="300" w:lineRule="exact"/>
        <w:ind w:firstLine="480"/>
        <w:rPr>
          <w:rFonts w:ascii="Times New Roman" w:hAnsi="Times New Roman" w:eastAsia="楷体_GB2312" w:cs="Times New Roman"/>
          <w:sz w:val="20"/>
          <w:szCs w:val="20"/>
        </w:rPr>
      </w:pPr>
    </w:p>
    <w:p w14:paraId="440E9E3A">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7FD8F746">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41934153">
      <w:pPr>
        <w:spacing w:line="300" w:lineRule="exact"/>
        <w:ind w:firstLine="480"/>
        <w:rPr>
          <w:rFonts w:ascii="Times New Roman" w:hAnsi="Times New Roman" w:eastAsia="楷体_GB2312" w:cs="Times New Roman"/>
          <w:sz w:val="20"/>
          <w:szCs w:val="20"/>
        </w:rPr>
      </w:pPr>
    </w:p>
    <w:p w14:paraId="493DE19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65288FEE">
      <w:pPr>
        <w:spacing w:line="300" w:lineRule="exact"/>
        <w:ind w:firstLine="480"/>
        <w:rPr>
          <w:rFonts w:ascii="Times New Roman" w:hAnsi="Times New Roman" w:eastAsia="楷体_GB2312" w:cs="Times New Roman"/>
          <w:sz w:val="20"/>
          <w:szCs w:val="20"/>
        </w:rPr>
      </w:pPr>
    </w:p>
    <w:p w14:paraId="66047941">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54ACA82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7EBC9FF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2551838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60268C81">
      <w:pPr>
        <w:spacing w:line="300" w:lineRule="exact"/>
        <w:ind w:firstLine="482"/>
        <w:rPr>
          <w:rFonts w:ascii="Times New Roman" w:hAnsi="Times New Roman" w:eastAsia="楷体_GB2312" w:cs="Times New Roman"/>
          <w:sz w:val="20"/>
          <w:szCs w:val="20"/>
        </w:rPr>
      </w:pPr>
    </w:p>
    <w:p w14:paraId="432E84F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6AAFCBC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7"/>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14:paraId="5CB84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52A49AB">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725908EC">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1327B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40F5D8F">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7C84F13D">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14:paraId="48BC8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69DB994">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1BE55A0E">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p>
        </w:tc>
      </w:tr>
      <w:tr w14:paraId="37A7C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034D209C">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40E8A251">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7B736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A6DB1BC">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1D485862">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2FB10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65C9EB4">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7A41218D">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bl>
    <w:p w14:paraId="356555E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0B9D316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287DC00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7B3D4E9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9FD0CEF">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7BE6266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75D42A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FD38BF0">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51AC4CA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5A05940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230CF04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426B2A9D">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244E99C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66F6CB1">
      <w:pPr>
        <w:spacing w:line="300" w:lineRule="exact"/>
        <w:ind w:firstLine="480"/>
        <w:rPr>
          <w:rFonts w:ascii="Times New Roman" w:hAnsi="Times New Roman" w:eastAsia="楷体_GB2312" w:cs="Times New Roman"/>
          <w:b/>
          <w:bCs/>
          <w:sz w:val="20"/>
          <w:szCs w:val="20"/>
        </w:rPr>
      </w:pPr>
    </w:p>
    <w:p w14:paraId="2BA9C1FB">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2A838171">
      <w:pPr>
        <w:spacing w:line="300" w:lineRule="exact"/>
        <w:ind w:firstLine="480"/>
        <w:rPr>
          <w:rFonts w:ascii="Times New Roman" w:hAnsi="Times New Roman" w:eastAsia="楷体_GB2312" w:cs="Times New Roman"/>
          <w:b/>
          <w:bCs/>
          <w:sz w:val="20"/>
          <w:szCs w:val="20"/>
        </w:rPr>
      </w:pPr>
    </w:p>
    <w:p w14:paraId="12099BE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41E9120C">
      <w:pPr>
        <w:spacing w:line="300" w:lineRule="exact"/>
        <w:ind w:firstLine="482"/>
        <w:rPr>
          <w:rFonts w:ascii="Times New Roman" w:hAnsi="Times New Roman" w:eastAsia="楷体_GB2312" w:cs="Times New Roman"/>
          <w:sz w:val="20"/>
          <w:szCs w:val="20"/>
        </w:rPr>
      </w:pPr>
    </w:p>
    <w:p w14:paraId="15AF9EB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0D681D6F">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25662064">
      <w:pPr>
        <w:spacing w:line="300" w:lineRule="exact"/>
        <w:ind w:firstLine="482"/>
        <w:rPr>
          <w:rFonts w:ascii="Times New Roman" w:hAnsi="Times New Roman" w:eastAsia="楷体_GB2312" w:cs="Times New Roman"/>
          <w:b/>
          <w:bCs/>
          <w:sz w:val="20"/>
          <w:szCs w:val="20"/>
        </w:rPr>
      </w:pPr>
    </w:p>
    <w:p w14:paraId="6E3DEE15">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58E395C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2DF536A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33F66B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2254221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10ADB61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73302882">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198F095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1F667A9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3978E15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D69D08C">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9F5617C">
      <w:pPr>
        <w:spacing w:line="300" w:lineRule="exact"/>
        <w:ind w:firstLine="482"/>
        <w:rPr>
          <w:rFonts w:ascii="Times New Roman" w:hAnsi="Times New Roman" w:eastAsia="楷体_GB2312" w:cs="Times New Roman"/>
          <w:sz w:val="20"/>
          <w:szCs w:val="20"/>
        </w:rPr>
      </w:pPr>
    </w:p>
    <w:p w14:paraId="0F727410">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34DB3E3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59ED900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35A9C4FD">
      <w:pPr>
        <w:spacing w:line="300" w:lineRule="exact"/>
        <w:ind w:firstLine="482"/>
        <w:rPr>
          <w:rFonts w:ascii="Times New Roman" w:hAnsi="Times New Roman" w:eastAsia="楷体_GB2312" w:cs="Times New Roman"/>
          <w:sz w:val="20"/>
          <w:szCs w:val="20"/>
        </w:rPr>
      </w:pPr>
    </w:p>
    <w:p w14:paraId="09BA44AB">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49E9007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4CF6E9D0">
      <w:pPr>
        <w:spacing w:line="300" w:lineRule="exact"/>
        <w:ind w:firstLine="482"/>
        <w:rPr>
          <w:rFonts w:ascii="Times New Roman" w:hAnsi="Times New Roman" w:eastAsia="楷体_GB2312" w:cs="Times New Roman"/>
          <w:b/>
          <w:bCs/>
          <w:sz w:val="20"/>
          <w:szCs w:val="20"/>
        </w:rPr>
      </w:pPr>
    </w:p>
    <w:p w14:paraId="0AC4368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46D2D64">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3774AA7A">
      <w:pPr>
        <w:spacing w:line="300" w:lineRule="exact"/>
        <w:ind w:firstLine="482"/>
        <w:rPr>
          <w:rFonts w:ascii="Times New Roman" w:hAnsi="Times New Roman" w:eastAsia="楷体_GB2312" w:cs="Times New Roman"/>
          <w:b/>
          <w:bCs/>
          <w:sz w:val="20"/>
          <w:szCs w:val="20"/>
        </w:rPr>
      </w:pPr>
    </w:p>
    <w:p w14:paraId="0B7326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92258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10B7858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8AC783">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14:paraId="11BCE2F7">
      <w:pPr>
        <w:spacing w:line="300" w:lineRule="exact"/>
        <w:ind w:firstLine="482"/>
        <w:rPr>
          <w:rFonts w:ascii="Times New Roman" w:hAnsi="Times New Roman" w:eastAsia="楷体_GB2312" w:cs="Times New Roman"/>
          <w:b/>
          <w:sz w:val="20"/>
          <w:szCs w:val="20"/>
        </w:rPr>
      </w:pPr>
    </w:p>
    <w:p w14:paraId="4614D843">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8B95CEE">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6A2EE11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237E05E6">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34B51A87">
      <w:pPr>
        <w:spacing w:line="300" w:lineRule="exact"/>
        <w:rPr>
          <w:rFonts w:ascii="Times New Roman" w:hAnsi="Times New Roman" w:eastAsia="楷体_GB2312" w:cs="Times New Roman"/>
          <w:sz w:val="20"/>
          <w:szCs w:val="20"/>
        </w:rPr>
      </w:pPr>
    </w:p>
    <w:p w14:paraId="165BCCA3">
      <w:pPr>
        <w:spacing w:line="300" w:lineRule="exact"/>
        <w:rPr>
          <w:rFonts w:ascii="Times New Roman" w:hAnsi="Times New Roman" w:eastAsia="楷体_GB2312" w:cs="Times New Roman"/>
          <w:sz w:val="20"/>
          <w:szCs w:val="20"/>
        </w:rPr>
      </w:pPr>
    </w:p>
    <w:p w14:paraId="22C77BF2">
      <w:pPr>
        <w:spacing w:line="300" w:lineRule="exact"/>
        <w:rPr>
          <w:rFonts w:ascii="Times New Roman" w:hAnsi="Times New Roman" w:eastAsia="楷体_GB2312" w:cs="Times New Roman"/>
          <w:sz w:val="20"/>
          <w:szCs w:val="20"/>
        </w:rPr>
      </w:pPr>
    </w:p>
    <w:p w14:paraId="59EAB0A7">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1B87EA49">
      <w:pPr>
        <w:spacing w:line="300" w:lineRule="exact"/>
        <w:ind w:firstLine="600" w:firstLineChars="300"/>
        <w:rPr>
          <w:rFonts w:ascii="Times New Roman" w:hAnsi="Times New Roman" w:eastAsia="楷体_GB2312" w:cs="Times New Roman"/>
          <w:sz w:val="20"/>
          <w:szCs w:val="20"/>
        </w:rPr>
      </w:pPr>
    </w:p>
    <w:p w14:paraId="5AC657D0">
      <w:pPr>
        <w:spacing w:line="300" w:lineRule="exact"/>
        <w:ind w:firstLine="600" w:firstLineChars="300"/>
        <w:rPr>
          <w:rFonts w:ascii="Times New Roman" w:hAnsi="Times New Roman" w:eastAsia="楷体_GB2312" w:cs="Times New Roman"/>
          <w:sz w:val="20"/>
          <w:szCs w:val="20"/>
        </w:rPr>
      </w:pPr>
    </w:p>
    <w:p w14:paraId="4833B069">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02038756">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C6BA3E4">
      <w:pPr>
        <w:spacing w:line="300" w:lineRule="exact"/>
        <w:ind w:firstLine="600" w:firstLineChars="300"/>
        <w:rPr>
          <w:rFonts w:ascii="Times New Roman" w:hAnsi="Times New Roman" w:eastAsia="楷体_GB2312" w:cs="Times New Roman"/>
          <w:sz w:val="20"/>
          <w:szCs w:val="20"/>
        </w:rPr>
      </w:pPr>
    </w:p>
    <w:p w14:paraId="0623B529">
      <w:pPr>
        <w:spacing w:line="300" w:lineRule="exact"/>
        <w:ind w:firstLine="600" w:firstLineChars="300"/>
        <w:rPr>
          <w:rFonts w:ascii="Times New Roman" w:hAnsi="Times New Roman" w:eastAsia="楷体_GB2312" w:cs="Times New Roman"/>
          <w:sz w:val="20"/>
          <w:szCs w:val="20"/>
        </w:rPr>
      </w:pPr>
    </w:p>
    <w:p w14:paraId="287B3DC5">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1AFD742D">
      <w:pPr>
        <w:spacing w:line="300" w:lineRule="exact"/>
        <w:ind w:firstLine="600" w:firstLineChars="300"/>
        <w:rPr>
          <w:rFonts w:ascii="Times New Roman" w:hAnsi="Times New Roman" w:eastAsia="楷体_GB2312" w:cs="Times New Roman"/>
          <w:sz w:val="20"/>
          <w:szCs w:val="20"/>
        </w:rPr>
      </w:pPr>
    </w:p>
    <w:p w14:paraId="22E99D45">
      <w:pPr>
        <w:spacing w:line="300" w:lineRule="exact"/>
        <w:ind w:firstLine="600" w:firstLineChars="300"/>
        <w:rPr>
          <w:rFonts w:ascii="Times New Roman" w:hAnsi="Times New Roman" w:eastAsia="楷体_GB2312" w:cs="Times New Roman"/>
          <w:sz w:val="20"/>
          <w:szCs w:val="20"/>
        </w:rPr>
      </w:pPr>
    </w:p>
    <w:p w14:paraId="0D5CBD14">
      <w:pPr>
        <w:spacing w:line="300" w:lineRule="exact"/>
        <w:ind w:firstLine="600" w:firstLineChars="300"/>
        <w:rPr>
          <w:rFonts w:ascii="Times New Roman" w:hAnsi="Times New Roman" w:eastAsia="楷体_GB2312" w:cs="Times New Roman"/>
          <w:sz w:val="20"/>
          <w:szCs w:val="20"/>
        </w:rPr>
        <w:sectPr>
          <w:headerReference r:id="rId3" w:type="default"/>
          <w:footerReference r:id="rId4" w:type="default"/>
          <w:pgSz w:w="11906" w:h="16838"/>
          <w:pgMar w:top="1440" w:right="1800" w:bottom="1440" w:left="1800" w:header="851" w:footer="992" w:gutter="0"/>
          <w:cols w:space="720" w:num="1"/>
          <w:docGrid w:linePitch="312" w:charSpace="0"/>
        </w:sect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4175BB1E">
      <w:pPr>
        <w:spacing w:line="300" w:lineRule="exact"/>
        <w:ind w:right="36" w:rightChars="15"/>
        <w:rPr>
          <w:color w:val="000000" w:themeColor="text1"/>
          <w14:textFill>
            <w14:solidFill>
              <w14:schemeClr w14:val="tx1"/>
            </w14:solidFill>
          </w14:textFill>
        </w:rPr>
      </w:pPr>
    </w:p>
    <w:sectPr>
      <w:headerReference r:id="rId5"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9CF26">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9</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27</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3F5FB0EA">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D73A0">
    <w:pPr>
      <w:pStyle w:val="5"/>
      <w:jc w:val="right"/>
      <w:rPr>
        <w:rFonts w:asciiTheme="majorEastAsia" w:hAnsiTheme="majorEastAsia" w:eastAsiaTheme="majorEastAsia"/>
      </w:rPr>
    </w:pPr>
    <w:r>
      <w:rPr>
        <w:rFonts w:hint="eastAsia" w:asciiTheme="majorEastAsia" w:hAnsiTheme="majorEastAsia" w:eastAsiaTheme="majorEastAsia"/>
        <w:color w:val="000000" w:themeColor="text1"/>
        <w14:textFill>
          <w14:solidFill>
            <w14:schemeClr w14:val="tx1"/>
          </w14:solidFill>
        </w14:textFill>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AB2C4">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044C4"/>
    <w:rsid w:val="00010618"/>
    <w:rsid w:val="00010FAC"/>
    <w:rsid w:val="000126B2"/>
    <w:rsid w:val="00013F5B"/>
    <w:rsid w:val="000147D6"/>
    <w:rsid w:val="00014B73"/>
    <w:rsid w:val="00015D27"/>
    <w:rsid w:val="000160B3"/>
    <w:rsid w:val="00016ECA"/>
    <w:rsid w:val="000205B3"/>
    <w:rsid w:val="00021FBC"/>
    <w:rsid w:val="0002493B"/>
    <w:rsid w:val="00025412"/>
    <w:rsid w:val="0002679A"/>
    <w:rsid w:val="00035D4E"/>
    <w:rsid w:val="000363A0"/>
    <w:rsid w:val="00036A9C"/>
    <w:rsid w:val="00036FC0"/>
    <w:rsid w:val="00041092"/>
    <w:rsid w:val="000426F9"/>
    <w:rsid w:val="00043AA8"/>
    <w:rsid w:val="0004443C"/>
    <w:rsid w:val="00044D26"/>
    <w:rsid w:val="00046069"/>
    <w:rsid w:val="00047F09"/>
    <w:rsid w:val="000501A3"/>
    <w:rsid w:val="000539DD"/>
    <w:rsid w:val="000548A7"/>
    <w:rsid w:val="000556C3"/>
    <w:rsid w:val="00055B24"/>
    <w:rsid w:val="00057AF1"/>
    <w:rsid w:val="00060380"/>
    <w:rsid w:val="0006039E"/>
    <w:rsid w:val="00060555"/>
    <w:rsid w:val="00060CF8"/>
    <w:rsid w:val="00062C0F"/>
    <w:rsid w:val="00063F74"/>
    <w:rsid w:val="000642FF"/>
    <w:rsid w:val="00064EC6"/>
    <w:rsid w:val="0006529A"/>
    <w:rsid w:val="0006540A"/>
    <w:rsid w:val="00066399"/>
    <w:rsid w:val="00070B06"/>
    <w:rsid w:val="000728B5"/>
    <w:rsid w:val="00073BD2"/>
    <w:rsid w:val="00074951"/>
    <w:rsid w:val="000757CB"/>
    <w:rsid w:val="000769ED"/>
    <w:rsid w:val="00076AB2"/>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21"/>
    <w:rsid w:val="000A044F"/>
    <w:rsid w:val="000A0C47"/>
    <w:rsid w:val="000A0FA1"/>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C7B"/>
    <w:rsid w:val="000D5266"/>
    <w:rsid w:val="000D56E3"/>
    <w:rsid w:val="000E10B6"/>
    <w:rsid w:val="000E1842"/>
    <w:rsid w:val="000E3008"/>
    <w:rsid w:val="000E3444"/>
    <w:rsid w:val="000E49BB"/>
    <w:rsid w:val="000E51AE"/>
    <w:rsid w:val="000E60E0"/>
    <w:rsid w:val="000E6792"/>
    <w:rsid w:val="000F1F2E"/>
    <w:rsid w:val="000F26F4"/>
    <w:rsid w:val="000F2A49"/>
    <w:rsid w:val="000F35BC"/>
    <w:rsid w:val="000F3ADF"/>
    <w:rsid w:val="000F599D"/>
    <w:rsid w:val="000F687B"/>
    <w:rsid w:val="000F798A"/>
    <w:rsid w:val="00100952"/>
    <w:rsid w:val="0010147F"/>
    <w:rsid w:val="00103F63"/>
    <w:rsid w:val="00105A87"/>
    <w:rsid w:val="001077F3"/>
    <w:rsid w:val="00107933"/>
    <w:rsid w:val="00110BCF"/>
    <w:rsid w:val="0011109A"/>
    <w:rsid w:val="00111E93"/>
    <w:rsid w:val="00114CBC"/>
    <w:rsid w:val="00115683"/>
    <w:rsid w:val="00115D73"/>
    <w:rsid w:val="0011687B"/>
    <w:rsid w:val="00116B6A"/>
    <w:rsid w:val="00123C90"/>
    <w:rsid w:val="00124FBD"/>
    <w:rsid w:val="001260B9"/>
    <w:rsid w:val="001266EA"/>
    <w:rsid w:val="00126DB3"/>
    <w:rsid w:val="00130901"/>
    <w:rsid w:val="00132E82"/>
    <w:rsid w:val="0013467D"/>
    <w:rsid w:val="00134973"/>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01C3"/>
    <w:rsid w:val="001615E1"/>
    <w:rsid w:val="0016243B"/>
    <w:rsid w:val="00163B22"/>
    <w:rsid w:val="001641D5"/>
    <w:rsid w:val="00164277"/>
    <w:rsid w:val="001649F3"/>
    <w:rsid w:val="00171E78"/>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97290"/>
    <w:rsid w:val="001A0FD7"/>
    <w:rsid w:val="001A218A"/>
    <w:rsid w:val="001A21E1"/>
    <w:rsid w:val="001A2FFC"/>
    <w:rsid w:val="001A30BE"/>
    <w:rsid w:val="001A36DF"/>
    <w:rsid w:val="001A5423"/>
    <w:rsid w:val="001A720A"/>
    <w:rsid w:val="001A72CB"/>
    <w:rsid w:val="001A7BE3"/>
    <w:rsid w:val="001B01FF"/>
    <w:rsid w:val="001B1495"/>
    <w:rsid w:val="001B1E52"/>
    <w:rsid w:val="001B35C0"/>
    <w:rsid w:val="001B50D8"/>
    <w:rsid w:val="001B6C94"/>
    <w:rsid w:val="001B6F74"/>
    <w:rsid w:val="001C0F22"/>
    <w:rsid w:val="001C19C0"/>
    <w:rsid w:val="001C27C3"/>
    <w:rsid w:val="001C2A78"/>
    <w:rsid w:val="001C3D71"/>
    <w:rsid w:val="001C4FAF"/>
    <w:rsid w:val="001C5D78"/>
    <w:rsid w:val="001C72BC"/>
    <w:rsid w:val="001C7B49"/>
    <w:rsid w:val="001D03C4"/>
    <w:rsid w:val="001D5EB4"/>
    <w:rsid w:val="001D6A97"/>
    <w:rsid w:val="001E1C60"/>
    <w:rsid w:val="001E24D6"/>
    <w:rsid w:val="001E6503"/>
    <w:rsid w:val="001F00CE"/>
    <w:rsid w:val="001F0F27"/>
    <w:rsid w:val="001F6640"/>
    <w:rsid w:val="001F6AE8"/>
    <w:rsid w:val="001F6DA5"/>
    <w:rsid w:val="001F7597"/>
    <w:rsid w:val="002001E4"/>
    <w:rsid w:val="0020078B"/>
    <w:rsid w:val="00200FB1"/>
    <w:rsid w:val="00202368"/>
    <w:rsid w:val="00202515"/>
    <w:rsid w:val="0020290B"/>
    <w:rsid w:val="00203755"/>
    <w:rsid w:val="00203EAD"/>
    <w:rsid w:val="0020493D"/>
    <w:rsid w:val="002050A9"/>
    <w:rsid w:val="00205FFC"/>
    <w:rsid w:val="002068C1"/>
    <w:rsid w:val="00211839"/>
    <w:rsid w:val="0021481C"/>
    <w:rsid w:val="002156E9"/>
    <w:rsid w:val="00215D7E"/>
    <w:rsid w:val="00216B6D"/>
    <w:rsid w:val="00217805"/>
    <w:rsid w:val="0022225E"/>
    <w:rsid w:val="00222699"/>
    <w:rsid w:val="002255EE"/>
    <w:rsid w:val="00225B66"/>
    <w:rsid w:val="00225C4A"/>
    <w:rsid w:val="002263A2"/>
    <w:rsid w:val="00226CD2"/>
    <w:rsid w:val="00226ED1"/>
    <w:rsid w:val="002270F3"/>
    <w:rsid w:val="00227275"/>
    <w:rsid w:val="00231806"/>
    <w:rsid w:val="00232472"/>
    <w:rsid w:val="00233296"/>
    <w:rsid w:val="00233A76"/>
    <w:rsid w:val="00233AC8"/>
    <w:rsid w:val="00234890"/>
    <w:rsid w:val="00236C74"/>
    <w:rsid w:val="002370EE"/>
    <w:rsid w:val="00237EA1"/>
    <w:rsid w:val="00241C9E"/>
    <w:rsid w:val="00243A55"/>
    <w:rsid w:val="00245336"/>
    <w:rsid w:val="00246292"/>
    <w:rsid w:val="002465F7"/>
    <w:rsid w:val="00246BAF"/>
    <w:rsid w:val="00251071"/>
    <w:rsid w:val="00253360"/>
    <w:rsid w:val="0025354B"/>
    <w:rsid w:val="00253D14"/>
    <w:rsid w:val="002551F1"/>
    <w:rsid w:val="00255F6F"/>
    <w:rsid w:val="00263626"/>
    <w:rsid w:val="0026367F"/>
    <w:rsid w:val="00264EF5"/>
    <w:rsid w:val="00266F6D"/>
    <w:rsid w:val="00271C3C"/>
    <w:rsid w:val="002729A9"/>
    <w:rsid w:val="002729DA"/>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4F1"/>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D094F"/>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4114"/>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303E"/>
    <w:rsid w:val="0035590C"/>
    <w:rsid w:val="00356D2C"/>
    <w:rsid w:val="003576A4"/>
    <w:rsid w:val="003600CB"/>
    <w:rsid w:val="00360654"/>
    <w:rsid w:val="0036094B"/>
    <w:rsid w:val="00361105"/>
    <w:rsid w:val="0036181F"/>
    <w:rsid w:val="00362735"/>
    <w:rsid w:val="0036563E"/>
    <w:rsid w:val="0036565F"/>
    <w:rsid w:val="00365828"/>
    <w:rsid w:val="00366351"/>
    <w:rsid w:val="00366D41"/>
    <w:rsid w:val="00370AD9"/>
    <w:rsid w:val="00370BE5"/>
    <w:rsid w:val="003722EF"/>
    <w:rsid w:val="00374149"/>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5529"/>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E7D82"/>
    <w:rsid w:val="003F0BC3"/>
    <w:rsid w:val="003F2084"/>
    <w:rsid w:val="003F3C37"/>
    <w:rsid w:val="003F58E1"/>
    <w:rsid w:val="003F5982"/>
    <w:rsid w:val="003F5CC9"/>
    <w:rsid w:val="003F7F7C"/>
    <w:rsid w:val="00402CF6"/>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2956"/>
    <w:rsid w:val="00442E3F"/>
    <w:rsid w:val="004468BE"/>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66575"/>
    <w:rsid w:val="0047057B"/>
    <w:rsid w:val="00470FB6"/>
    <w:rsid w:val="00470FDE"/>
    <w:rsid w:val="0047199F"/>
    <w:rsid w:val="0047482C"/>
    <w:rsid w:val="004752FE"/>
    <w:rsid w:val="004755EA"/>
    <w:rsid w:val="00475653"/>
    <w:rsid w:val="00475662"/>
    <w:rsid w:val="00475C7B"/>
    <w:rsid w:val="004801D7"/>
    <w:rsid w:val="00480C2E"/>
    <w:rsid w:val="00481C1D"/>
    <w:rsid w:val="00481F39"/>
    <w:rsid w:val="0048246F"/>
    <w:rsid w:val="00485EB2"/>
    <w:rsid w:val="00486AE0"/>
    <w:rsid w:val="0048737A"/>
    <w:rsid w:val="004919C6"/>
    <w:rsid w:val="00491CAE"/>
    <w:rsid w:val="004924EA"/>
    <w:rsid w:val="004933E0"/>
    <w:rsid w:val="00493FBA"/>
    <w:rsid w:val="004943D4"/>
    <w:rsid w:val="00494AB2"/>
    <w:rsid w:val="0049560E"/>
    <w:rsid w:val="00495FB0"/>
    <w:rsid w:val="004965EB"/>
    <w:rsid w:val="00497A0F"/>
    <w:rsid w:val="004A0105"/>
    <w:rsid w:val="004A0C4B"/>
    <w:rsid w:val="004A7220"/>
    <w:rsid w:val="004A73A9"/>
    <w:rsid w:val="004B0F38"/>
    <w:rsid w:val="004B3E7F"/>
    <w:rsid w:val="004B4881"/>
    <w:rsid w:val="004B4E0C"/>
    <w:rsid w:val="004B60CF"/>
    <w:rsid w:val="004B7645"/>
    <w:rsid w:val="004C0143"/>
    <w:rsid w:val="004C1CEF"/>
    <w:rsid w:val="004C27BA"/>
    <w:rsid w:val="004C27CF"/>
    <w:rsid w:val="004C2E6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5812"/>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23B1"/>
    <w:rsid w:val="005223E8"/>
    <w:rsid w:val="005237D3"/>
    <w:rsid w:val="005251A7"/>
    <w:rsid w:val="00525CB4"/>
    <w:rsid w:val="00527BAE"/>
    <w:rsid w:val="0053426C"/>
    <w:rsid w:val="00536422"/>
    <w:rsid w:val="0054256A"/>
    <w:rsid w:val="00542AFB"/>
    <w:rsid w:val="00542BD1"/>
    <w:rsid w:val="0054435B"/>
    <w:rsid w:val="00544F8F"/>
    <w:rsid w:val="0054504E"/>
    <w:rsid w:val="00545208"/>
    <w:rsid w:val="00546327"/>
    <w:rsid w:val="00546441"/>
    <w:rsid w:val="005476CB"/>
    <w:rsid w:val="0055031F"/>
    <w:rsid w:val="00550673"/>
    <w:rsid w:val="00552C0F"/>
    <w:rsid w:val="00557038"/>
    <w:rsid w:val="00563EE8"/>
    <w:rsid w:val="00563F6E"/>
    <w:rsid w:val="005645C5"/>
    <w:rsid w:val="00566105"/>
    <w:rsid w:val="00567836"/>
    <w:rsid w:val="005738EF"/>
    <w:rsid w:val="005738FF"/>
    <w:rsid w:val="005744F2"/>
    <w:rsid w:val="005755E0"/>
    <w:rsid w:val="005769C1"/>
    <w:rsid w:val="00580639"/>
    <w:rsid w:val="00580CAC"/>
    <w:rsid w:val="00582D53"/>
    <w:rsid w:val="005865C3"/>
    <w:rsid w:val="0058774A"/>
    <w:rsid w:val="00587E1F"/>
    <w:rsid w:val="00592959"/>
    <w:rsid w:val="00592F42"/>
    <w:rsid w:val="00595F7E"/>
    <w:rsid w:val="0059646B"/>
    <w:rsid w:val="0059707D"/>
    <w:rsid w:val="0059788F"/>
    <w:rsid w:val="00597DBA"/>
    <w:rsid w:val="00597F1D"/>
    <w:rsid w:val="005A0326"/>
    <w:rsid w:val="005A099D"/>
    <w:rsid w:val="005A199B"/>
    <w:rsid w:val="005A20DA"/>
    <w:rsid w:val="005A3C8F"/>
    <w:rsid w:val="005A5733"/>
    <w:rsid w:val="005A5BFA"/>
    <w:rsid w:val="005A5EC0"/>
    <w:rsid w:val="005A772C"/>
    <w:rsid w:val="005B0BE3"/>
    <w:rsid w:val="005B264B"/>
    <w:rsid w:val="005B26C0"/>
    <w:rsid w:val="005B2BD9"/>
    <w:rsid w:val="005B2FCA"/>
    <w:rsid w:val="005B4B89"/>
    <w:rsid w:val="005B4D6F"/>
    <w:rsid w:val="005B5CB3"/>
    <w:rsid w:val="005B632A"/>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23DC"/>
    <w:rsid w:val="006229A2"/>
    <w:rsid w:val="00623324"/>
    <w:rsid w:val="00624200"/>
    <w:rsid w:val="0062630B"/>
    <w:rsid w:val="00626BED"/>
    <w:rsid w:val="0062765D"/>
    <w:rsid w:val="00631D1B"/>
    <w:rsid w:val="006320C1"/>
    <w:rsid w:val="0063231F"/>
    <w:rsid w:val="006368D3"/>
    <w:rsid w:val="00636FB9"/>
    <w:rsid w:val="00637451"/>
    <w:rsid w:val="00637A0A"/>
    <w:rsid w:val="00640235"/>
    <w:rsid w:val="00641240"/>
    <w:rsid w:val="006427DB"/>
    <w:rsid w:val="00645222"/>
    <w:rsid w:val="006509E5"/>
    <w:rsid w:val="00651DB2"/>
    <w:rsid w:val="0065398F"/>
    <w:rsid w:val="0065475E"/>
    <w:rsid w:val="0065724F"/>
    <w:rsid w:val="0066017F"/>
    <w:rsid w:val="0066021B"/>
    <w:rsid w:val="00661CF7"/>
    <w:rsid w:val="006627C0"/>
    <w:rsid w:val="0066536D"/>
    <w:rsid w:val="00665606"/>
    <w:rsid w:val="00666C5E"/>
    <w:rsid w:val="006745BC"/>
    <w:rsid w:val="006804CB"/>
    <w:rsid w:val="00680BF4"/>
    <w:rsid w:val="00682617"/>
    <w:rsid w:val="00683ADB"/>
    <w:rsid w:val="00691194"/>
    <w:rsid w:val="0069257C"/>
    <w:rsid w:val="006929DF"/>
    <w:rsid w:val="00692C48"/>
    <w:rsid w:val="0069708B"/>
    <w:rsid w:val="006975BC"/>
    <w:rsid w:val="006976C9"/>
    <w:rsid w:val="006A0C97"/>
    <w:rsid w:val="006A19F9"/>
    <w:rsid w:val="006A3FF4"/>
    <w:rsid w:val="006A6C15"/>
    <w:rsid w:val="006B1E0C"/>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C82"/>
    <w:rsid w:val="006E4D8B"/>
    <w:rsid w:val="006E4EC1"/>
    <w:rsid w:val="006E5D81"/>
    <w:rsid w:val="006E670C"/>
    <w:rsid w:val="006F04C3"/>
    <w:rsid w:val="006F166D"/>
    <w:rsid w:val="006F7210"/>
    <w:rsid w:val="00700F6D"/>
    <w:rsid w:val="00701C15"/>
    <w:rsid w:val="0070273F"/>
    <w:rsid w:val="0070415D"/>
    <w:rsid w:val="0070491B"/>
    <w:rsid w:val="00704E31"/>
    <w:rsid w:val="00705487"/>
    <w:rsid w:val="00707D11"/>
    <w:rsid w:val="00714057"/>
    <w:rsid w:val="007146CC"/>
    <w:rsid w:val="007160F3"/>
    <w:rsid w:val="00716F0D"/>
    <w:rsid w:val="00720264"/>
    <w:rsid w:val="0072328E"/>
    <w:rsid w:val="00724409"/>
    <w:rsid w:val="00725E51"/>
    <w:rsid w:val="00726156"/>
    <w:rsid w:val="007277A7"/>
    <w:rsid w:val="007279E5"/>
    <w:rsid w:val="0073059C"/>
    <w:rsid w:val="00733CAE"/>
    <w:rsid w:val="0073416A"/>
    <w:rsid w:val="007341D7"/>
    <w:rsid w:val="00742023"/>
    <w:rsid w:val="00742D4B"/>
    <w:rsid w:val="007439E8"/>
    <w:rsid w:val="00744225"/>
    <w:rsid w:val="00744316"/>
    <w:rsid w:val="00745A82"/>
    <w:rsid w:val="007472F7"/>
    <w:rsid w:val="00747A12"/>
    <w:rsid w:val="007500A6"/>
    <w:rsid w:val="00752B5E"/>
    <w:rsid w:val="00753114"/>
    <w:rsid w:val="007535A2"/>
    <w:rsid w:val="00755E0B"/>
    <w:rsid w:val="007567CA"/>
    <w:rsid w:val="007578A5"/>
    <w:rsid w:val="00762150"/>
    <w:rsid w:val="007621EB"/>
    <w:rsid w:val="00762E9A"/>
    <w:rsid w:val="007668B9"/>
    <w:rsid w:val="0077104A"/>
    <w:rsid w:val="0077131D"/>
    <w:rsid w:val="0077204B"/>
    <w:rsid w:val="00772F06"/>
    <w:rsid w:val="007737E0"/>
    <w:rsid w:val="00773EF6"/>
    <w:rsid w:val="00774627"/>
    <w:rsid w:val="007767C3"/>
    <w:rsid w:val="007808F5"/>
    <w:rsid w:val="00781310"/>
    <w:rsid w:val="00782961"/>
    <w:rsid w:val="0078350C"/>
    <w:rsid w:val="00783654"/>
    <w:rsid w:val="0078380F"/>
    <w:rsid w:val="0079138E"/>
    <w:rsid w:val="00791598"/>
    <w:rsid w:val="007929F7"/>
    <w:rsid w:val="007930A4"/>
    <w:rsid w:val="00794E71"/>
    <w:rsid w:val="007966BE"/>
    <w:rsid w:val="007A1863"/>
    <w:rsid w:val="007A24F4"/>
    <w:rsid w:val="007A4008"/>
    <w:rsid w:val="007A49A9"/>
    <w:rsid w:val="007A5E9D"/>
    <w:rsid w:val="007A61FC"/>
    <w:rsid w:val="007A69A9"/>
    <w:rsid w:val="007B0FB2"/>
    <w:rsid w:val="007B16F7"/>
    <w:rsid w:val="007B2BE5"/>
    <w:rsid w:val="007B30EE"/>
    <w:rsid w:val="007B3F5E"/>
    <w:rsid w:val="007B65A1"/>
    <w:rsid w:val="007B7D9D"/>
    <w:rsid w:val="007C1F99"/>
    <w:rsid w:val="007C1FD4"/>
    <w:rsid w:val="007C2C0B"/>
    <w:rsid w:val="007C2FC3"/>
    <w:rsid w:val="007C3B98"/>
    <w:rsid w:val="007C4338"/>
    <w:rsid w:val="007C638C"/>
    <w:rsid w:val="007C7112"/>
    <w:rsid w:val="007D2424"/>
    <w:rsid w:val="007D2AF2"/>
    <w:rsid w:val="007D3041"/>
    <w:rsid w:val="007D40F8"/>
    <w:rsid w:val="007D6A76"/>
    <w:rsid w:val="007D7593"/>
    <w:rsid w:val="007E043B"/>
    <w:rsid w:val="007E0CA6"/>
    <w:rsid w:val="007E1C65"/>
    <w:rsid w:val="007E250D"/>
    <w:rsid w:val="007E5ED0"/>
    <w:rsid w:val="007E6F1E"/>
    <w:rsid w:val="007E70AD"/>
    <w:rsid w:val="007E7B54"/>
    <w:rsid w:val="007F08EA"/>
    <w:rsid w:val="007F1FC5"/>
    <w:rsid w:val="007F2041"/>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2A3"/>
    <w:rsid w:val="0082485C"/>
    <w:rsid w:val="008276D5"/>
    <w:rsid w:val="00827EBC"/>
    <w:rsid w:val="0083053C"/>
    <w:rsid w:val="00831D18"/>
    <w:rsid w:val="008328C6"/>
    <w:rsid w:val="00833497"/>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31D"/>
    <w:rsid w:val="00860EDD"/>
    <w:rsid w:val="008619AD"/>
    <w:rsid w:val="00861DB4"/>
    <w:rsid w:val="00863ADD"/>
    <w:rsid w:val="008651E5"/>
    <w:rsid w:val="0086589C"/>
    <w:rsid w:val="0086720D"/>
    <w:rsid w:val="008703D2"/>
    <w:rsid w:val="008714A8"/>
    <w:rsid w:val="008734E7"/>
    <w:rsid w:val="00874C3B"/>
    <w:rsid w:val="00880BD9"/>
    <w:rsid w:val="00880F64"/>
    <w:rsid w:val="00882FCC"/>
    <w:rsid w:val="008831B8"/>
    <w:rsid w:val="00885404"/>
    <w:rsid w:val="0088574C"/>
    <w:rsid w:val="008859E1"/>
    <w:rsid w:val="00890816"/>
    <w:rsid w:val="0089154C"/>
    <w:rsid w:val="0089445F"/>
    <w:rsid w:val="00894AA1"/>
    <w:rsid w:val="00895EED"/>
    <w:rsid w:val="008A411C"/>
    <w:rsid w:val="008A5617"/>
    <w:rsid w:val="008A69A3"/>
    <w:rsid w:val="008B0822"/>
    <w:rsid w:val="008B1E5A"/>
    <w:rsid w:val="008B2747"/>
    <w:rsid w:val="008B4408"/>
    <w:rsid w:val="008B48FE"/>
    <w:rsid w:val="008B52FB"/>
    <w:rsid w:val="008B7343"/>
    <w:rsid w:val="008C6EB3"/>
    <w:rsid w:val="008C7329"/>
    <w:rsid w:val="008E2351"/>
    <w:rsid w:val="008E38EF"/>
    <w:rsid w:val="008E472F"/>
    <w:rsid w:val="008E5E61"/>
    <w:rsid w:val="008F0061"/>
    <w:rsid w:val="008F1E60"/>
    <w:rsid w:val="008F20AB"/>
    <w:rsid w:val="008F5554"/>
    <w:rsid w:val="008F6227"/>
    <w:rsid w:val="008F6769"/>
    <w:rsid w:val="00902206"/>
    <w:rsid w:val="00903D64"/>
    <w:rsid w:val="0090431C"/>
    <w:rsid w:val="00904891"/>
    <w:rsid w:val="009105DF"/>
    <w:rsid w:val="009109D7"/>
    <w:rsid w:val="00910CA8"/>
    <w:rsid w:val="00910D88"/>
    <w:rsid w:val="00913087"/>
    <w:rsid w:val="0091382D"/>
    <w:rsid w:val="00916769"/>
    <w:rsid w:val="00917776"/>
    <w:rsid w:val="009201FE"/>
    <w:rsid w:val="009238E1"/>
    <w:rsid w:val="00925954"/>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3138"/>
    <w:rsid w:val="00953909"/>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3AF5"/>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970"/>
    <w:rsid w:val="009C1DC1"/>
    <w:rsid w:val="009C61F2"/>
    <w:rsid w:val="009C699A"/>
    <w:rsid w:val="009C6E8C"/>
    <w:rsid w:val="009D153E"/>
    <w:rsid w:val="009D3197"/>
    <w:rsid w:val="009D3403"/>
    <w:rsid w:val="009E0DAC"/>
    <w:rsid w:val="009E1335"/>
    <w:rsid w:val="009E2761"/>
    <w:rsid w:val="009E6C2C"/>
    <w:rsid w:val="009E778C"/>
    <w:rsid w:val="009F0A38"/>
    <w:rsid w:val="009F6594"/>
    <w:rsid w:val="009F6E10"/>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2514"/>
    <w:rsid w:val="00A238B1"/>
    <w:rsid w:val="00A25672"/>
    <w:rsid w:val="00A2672F"/>
    <w:rsid w:val="00A32E0A"/>
    <w:rsid w:val="00A3332D"/>
    <w:rsid w:val="00A33A98"/>
    <w:rsid w:val="00A350B9"/>
    <w:rsid w:val="00A3557B"/>
    <w:rsid w:val="00A35C36"/>
    <w:rsid w:val="00A407CC"/>
    <w:rsid w:val="00A408EB"/>
    <w:rsid w:val="00A40CC2"/>
    <w:rsid w:val="00A40F80"/>
    <w:rsid w:val="00A4101D"/>
    <w:rsid w:val="00A4272A"/>
    <w:rsid w:val="00A45B60"/>
    <w:rsid w:val="00A46540"/>
    <w:rsid w:val="00A47D06"/>
    <w:rsid w:val="00A52506"/>
    <w:rsid w:val="00A53B68"/>
    <w:rsid w:val="00A56C74"/>
    <w:rsid w:val="00A61C27"/>
    <w:rsid w:val="00A62F85"/>
    <w:rsid w:val="00A632C2"/>
    <w:rsid w:val="00A63964"/>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06DA"/>
    <w:rsid w:val="00AA161C"/>
    <w:rsid w:val="00AA19B1"/>
    <w:rsid w:val="00AA2232"/>
    <w:rsid w:val="00AA2414"/>
    <w:rsid w:val="00AA2ED5"/>
    <w:rsid w:val="00AA37CD"/>
    <w:rsid w:val="00AA3BFD"/>
    <w:rsid w:val="00AA5CB2"/>
    <w:rsid w:val="00AB2B1A"/>
    <w:rsid w:val="00AB2E83"/>
    <w:rsid w:val="00AB43FF"/>
    <w:rsid w:val="00AB4C0B"/>
    <w:rsid w:val="00AB527D"/>
    <w:rsid w:val="00AB5302"/>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152F"/>
    <w:rsid w:val="00B020D7"/>
    <w:rsid w:val="00B04607"/>
    <w:rsid w:val="00B04D83"/>
    <w:rsid w:val="00B04FAE"/>
    <w:rsid w:val="00B068D6"/>
    <w:rsid w:val="00B07607"/>
    <w:rsid w:val="00B105F7"/>
    <w:rsid w:val="00B12CC7"/>
    <w:rsid w:val="00B13EE8"/>
    <w:rsid w:val="00B145EC"/>
    <w:rsid w:val="00B16E54"/>
    <w:rsid w:val="00B177A2"/>
    <w:rsid w:val="00B17FC5"/>
    <w:rsid w:val="00B230BA"/>
    <w:rsid w:val="00B23F4C"/>
    <w:rsid w:val="00B2420E"/>
    <w:rsid w:val="00B2555E"/>
    <w:rsid w:val="00B260D1"/>
    <w:rsid w:val="00B27A3E"/>
    <w:rsid w:val="00B308EB"/>
    <w:rsid w:val="00B30F64"/>
    <w:rsid w:val="00B3313B"/>
    <w:rsid w:val="00B331C0"/>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A1B"/>
    <w:rsid w:val="00B77E4F"/>
    <w:rsid w:val="00B802C5"/>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07A"/>
    <w:rsid w:val="00BB45D5"/>
    <w:rsid w:val="00BB7026"/>
    <w:rsid w:val="00BB78FE"/>
    <w:rsid w:val="00BC3524"/>
    <w:rsid w:val="00BC4F45"/>
    <w:rsid w:val="00BC641A"/>
    <w:rsid w:val="00BC7731"/>
    <w:rsid w:val="00BD1B90"/>
    <w:rsid w:val="00BD60FE"/>
    <w:rsid w:val="00BD79B7"/>
    <w:rsid w:val="00BE0C23"/>
    <w:rsid w:val="00BE24AB"/>
    <w:rsid w:val="00BE3245"/>
    <w:rsid w:val="00BE3AF0"/>
    <w:rsid w:val="00BE66C7"/>
    <w:rsid w:val="00BE6D21"/>
    <w:rsid w:val="00BF1BF1"/>
    <w:rsid w:val="00BF23C0"/>
    <w:rsid w:val="00BF2628"/>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6A4"/>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444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D7A5A"/>
    <w:rsid w:val="00CE1412"/>
    <w:rsid w:val="00CE1F49"/>
    <w:rsid w:val="00CE20B0"/>
    <w:rsid w:val="00CE3DC3"/>
    <w:rsid w:val="00CE452B"/>
    <w:rsid w:val="00CE4710"/>
    <w:rsid w:val="00CE4AAE"/>
    <w:rsid w:val="00CE52D2"/>
    <w:rsid w:val="00CE5CBC"/>
    <w:rsid w:val="00CE7DD2"/>
    <w:rsid w:val="00CE7E75"/>
    <w:rsid w:val="00CF151D"/>
    <w:rsid w:val="00CF1ED1"/>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0711"/>
    <w:rsid w:val="00D1239D"/>
    <w:rsid w:val="00D14377"/>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2F4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374E"/>
    <w:rsid w:val="00DA428A"/>
    <w:rsid w:val="00DA525D"/>
    <w:rsid w:val="00DA592D"/>
    <w:rsid w:val="00DA6080"/>
    <w:rsid w:val="00DA7BC2"/>
    <w:rsid w:val="00DA7EED"/>
    <w:rsid w:val="00DB16B7"/>
    <w:rsid w:val="00DB27A3"/>
    <w:rsid w:val="00DB4295"/>
    <w:rsid w:val="00DB4736"/>
    <w:rsid w:val="00DB47F8"/>
    <w:rsid w:val="00DB685D"/>
    <w:rsid w:val="00DC0186"/>
    <w:rsid w:val="00DC0779"/>
    <w:rsid w:val="00DC1009"/>
    <w:rsid w:val="00DC1D1B"/>
    <w:rsid w:val="00DC2073"/>
    <w:rsid w:val="00DC3342"/>
    <w:rsid w:val="00DC4DA2"/>
    <w:rsid w:val="00DC61EB"/>
    <w:rsid w:val="00DC7217"/>
    <w:rsid w:val="00DD351D"/>
    <w:rsid w:val="00DD36EA"/>
    <w:rsid w:val="00DD4EFA"/>
    <w:rsid w:val="00DE001F"/>
    <w:rsid w:val="00DE0389"/>
    <w:rsid w:val="00DE0804"/>
    <w:rsid w:val="00DE1634"/>
    <w:rsid w:val="00DE16EF"/>
    <w:rsid w:val="00DE30E5"/>
    <w:rsid w:val="00DE5CD5"/>
    <w:rsid w:val="00DE6648"/>
    <w:rsid w:val="00DE6A2E"/>
    <w:rsid w:val="00DE72AB"/>
    <w:rsid w:val="00DE72C5"/>
    <w:rsid w:val="00DF617F"/>
    <w:rsid w:val="00DF6D87"/>
    <w:rsid w:val="00DF7764"/>
    <w:rsid w:val="00E02E91"/>
    <w:rsid w:val="00E02F20"/>
    <w:rsid w:val="00E068CF"/>
    <w:rsid w:val="00E068E3"/>
    <w:rsid w:val="00E07958"/>
    <w:rsid w:val="00E07F4D"/>
    <w:rsid w:val="00E10029"/>
    <w:rsid w:val="00E10099"/>
    <w:rsid w:val="00E104EA"/>
    <w:rsid w:val="00E10ED4"/>
    <w:rsid w:val="00E120DE"/>
    <w:rsid w:val="00E13644"/>
    <w:rsid w:val="00E13896"/>
    <w:rsid w:val="00E20339"/>
    <w:rsid w:val="00E20C9C"/>
    <w:rsid w:val="00E21EC7"/>
    <w:rsid w:val="00E22102"/>
    <w:rsid w:val="00E227B8"/>
    <w:rsid w:val="00E22D5D"/>
    <w:rsid w:val="00E30099"/>
    <w:rsid w:val="00E33422"/>
    <w:rsid w:val="00E353D1"/>
    <w:rsid w:val="00E3595B"/>
    <w:rsid w:val="00E35975"/>
    <w:rsid w:val="00E3618F"/>
    <w:rsid w:val="00E412D5"/>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E5A7A"/>
    <w:rsid w:val="00EF0B75"/>
    <w:rsid w:val="00EF0EAD"/>
    <w:rsid w:val="00EF1E83"/>
    <w:rsid w:val="00EF2225"/>
    <w:rsid w:val="00EF2E96"/>
    <w:rsid w:val="00EF35B6"/>
    <w:rsid w:val="00EF3E36"/>
    <w:rsid w:val="00EF6729"/>
    <w:rsid w:val="00EF6C7D"/>
    <w:rsid w:val="00F0033C"/>
    <w:rsid w:val="00F013F9"/>
    <w:rsid w:val="00F05863"/>
    <w:rsid w:val="00F070D0"/>
    <w:rsid w:val="00F074B1"/>
    <w:rsid w:val="00F10898"/>
    <w:rsid w:val="00F1276E"/>
    <w:rsid w:val="00F12B70"/>
    <w:rsid w:val="00F13747"/>
    <w:rsid w:val="00F156B8"/>
    <w:rsid w:val="00F1632D"/>
    <w:rsid w:val="00F1756F"/>
    <w:rsid w:val="00F17933"/>
    <w:rsid w:val="00F25FB7"/>
    <w:rsid w:val="00F2695B"/>
    <w:rsid w:val="00F31BB4"/>
    <w:rsid w:val="00F31BC7"/>
    <w:rsid w:val="00F330D4"/>
    <w:rsid w:val="00F34E02"/>
    <w:rsid w:val="00F35499"/>
    <w:rsid w:val="00F358C0"/>
    <w:rsid w:val="00F37043"/>
    <w:rsid w:val="00F41E02"/>
    <w:rsid w:val="00F4437C"/>
    <w:rsid w:val="00F451FD"/>
    <w:rsid w:val="00F50C08"/>
    <w:rsid w:val="00F53675"/>
    <w:rsid w:val="00F538E7"/>
    <w:rsid w:val="00F54E59"/>
    <w:rsid w:val="00F5568E"/>
    <w:rsid w:val="00F5753A"/>
    <w:rsid w:val="00F57DCD"/>
    <w:rsid w:val="00F604CB"/>
    <w:rsid w:val="00F62474"/>
    <w:rsid w:val="00F636DC"/>
    <w:rsid w:val="00F64F09"/>
    <w:rsid w:val="00F65DC9"/>
    <w:rsid w:val="00F70DB2"/>
    <w:rsid w:val="00F71D41"/>
    <w:rsid w:val="00F72E9B"/>
    <w:rsid w:val="00F746AF"/>
    <w:rsid w:val="00F7470F"/>
    <w:rsid w:val="00F74C35"/>
    <w:rsid w:val="00F771F4"/>
    <w:rsid w:val="00F776FE"/>
    <w:rsid w:val="00F8147B"/>
    <w:rsid w:val="00F81816"/>
    <w:rsid w:val="00F81E91"/>
    <w:rsid w:val="00F87C2B"/>
    <w:rsid w:val="00F87E6E"/>
    <w:rsid w:val="00F90F6E"/>
    <w:rsid w:val="00F927B8"/>
    <w:rsid w:val="00F931BC"/>
    <w:rsid w:val="00F932A7"/>
    <w:rsid w:val="00F937E3"/>
    <w:rsid w:val="00F94060"/>
    <w:rsid w:val="00F9417B"/>
    <w:rsid w:val="00F95291"/>
    <w:rsid w:val="00FA2588"/>
    <w:rsid w:val="00FA285F"/>
    <w:rsid w:val="00FA3F70"/>
    <w:rsid w:val="00FA4047"/>
    <w:rsid w:val="00FA55C8"/>
    <w:rsid w:val="00FA753E"/>
    <w:rsid w:val="00FB0B0E"/>
    <w:rsid w:val="00FB1065"/>
    <w:rsid w:val="00FB261D"/>
    <w:rsid w:val="00FB4508"/>
    <w:rsid w:val="00FB5887"/>
    <w:rsid w:val="00FB7177"/>
    <w:rsid w:val="00FB73A8"/>
    <w:rsid w:val="00FC11EE"/>
    <w:rsid w:val="00FC44AA"/>
    <w:rsid w:val="00FC57C2"/>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341D"/>
    <w:rsid w:val="00FF44A3"/>
    <w:rsid w:val="00FF5072"/>
    <w:rsid w:val="00FF6E6F"/>
    <w:rsid w:val="00FF752F"/>
    <w:rsid w:val="00FF7808"/>
    <w:rsid w:val="00FF793C"/>
    <w:rsid w:val="00FF7A0E"/>
    <w:rsid w:val="03970A41"/>
    <w:rsid w:val="09F150BA"/>
    <w:rsid w:val="16766474"/>
    <w:rsid w:val="4DED180A"/>
    <w:rsid w:val="54F974BE"/>
    <w:rsid w:val="598A78EB"/>
    <w:rsid w:val="5A380F0B"/>
    <w:rsid w:val="650B63FE"/>
    <w:rsid w:val="7B607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uiPriority w:val="99"/>
    <w:rPr>
      <w:rFonts w:ascii="宋体" w:hAnsi="宋体" w:eastAsia="宋体" w:cs="宋体"/>
      <w:sz w:val="24"/>
      <w:szCs w:val="24"/>
      <w:lang w:val="en-US" w:eastAsia="zh-CN" w:bidi="ar-SA"/>
    </w:rPr>
  </w:style>
  <w:style w:type="paragraph" w:customStyle="1" w:styleId="20">
    <w:name w:val="Revision"/>
    <w:hidden/>
    <w:semiHidden/>
    <w:uiPriority w:val="99"/>
    <w:rPr>
      <w:rFonts w:ascii="宋体" w:hAnsi="宋体" w:eastAsia="宋体" w:cs="宋体"/>
      <w:sz w:val="24"/>
      <w:szCs w:val="24"/>
      <w:lang w:val="en-US" w:eastAsia="zh-CN" w:bidi="ar-SA"/>
    </w:rPr>
  </w:style>
  <w:style w:type="paragraph" w:customStyle="1" w:styleId="21">
    <w:name w:val="Char Char"/>
    <w:basedOn w:val="1"/>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2FEB6-47A1-41DD-B281-D315D72A24DC}">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5</Pages>
  <Words>5756</Words>
  <Characters>32815</Characters>
  <Lines>273</Lines>
  <Paragraphs>76</Paragraphs>
  <TotalTime>151</TotalTime>
  <ScaleCrop>false</ScaleCrop>
  <LinksUpToDate>false</LinksUpToDate>
  <CharactersWithSpaces>38495</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2024-11-11T03:02:00Z</dcterms:created>
  <dc:creator>王晓明</dc:creator>
  <cp:lastModifiedBy>Administrator</cp:lastModifiedBy>
  <cp:lastPrinted>2024-05-15T00:46:00Z</cp:lastPrinted>
  <dcterms:modified xsi:type="dcterms:W3CDTF">2025-07-22T09:45:44Z</dcterms:modified>
  <dc:title>产品说明书</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53626427E845455C8BBE9268757B9B50_13</vt:lpwstr>
  </property>
</Properties>
</file>